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0B7C9" w14:textId="77777777" w:rsidR="002618F9" w:rsidRPr="00981FCD" w:rsidRDefault="00CA6AD1" w:rsidP="00DB11B8">
      <w:pPr>
        <w:jc w:val="center"/>
        <w:rPr>
          <w:rFonts w:ascii="TT Hoves Pro" w:hAnsi="TT Hoves Pro"/>
          <w:noProof/>
        </w:rPr>
      </w:pPr>
      <w:r w:rsidRPr="00981FCD">
        <w:rPr>
          <w:rFonts w:ascii="TT Hoves Pro" w:hAnsi="TT Hoves Pro"/>
          <w:noProof/>
        </w:rPr>
        <w:drawing>
          <wp:anchor distT="0" distB="0" distL="114300" distR="114300" simplePos="0" relativeHeight="251657728" behindDoc="1" locked="0" layoutInCell="1" allowOverlap="1" wp14:anchorId="595EA840" wp14:editId="1F699304">
            <wp:simplePos x="0" y="0"/>
            <wp:positionH relativeFrom="column">
              <wp:posOffset>-246380</wp:posOffset>
            </wp:positionH>
            <wp:positionV relativeFrom="paragraph">
              <wp:posOffset>-281940</wp:posOffset>
            </wp:positionV>
            <wp:extent cx="2796540" cy="82804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96540" cy="82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776B8B" w14:textId="77777777" w:rsidR="002618F9" w:rsidRPr="00981FCD" w:rsidRDefault="002618F9" w:rsidP="00DB11B8">
      <w:pPr>
        <w:jc w:val="center"/>
        <w:rPr>
          <w:rFonts w:ascii="TT Hoves Pro" w:hAnsi="TT Hoves Pro"/>
          <w:noProof/>
        </w:rPr>
      </w:pPr>
    </w:p>
    <w:p w14:paraId="0A657EF4" w14:textId="77777777" w:rsidR="00104F0F" w:rsidRPr="00CD58B2" w:rsidRDefault="00104F0F" w:rsidP="00DB11B8">
      <w:pPr>
        <w:jc w:val="center"/>
        <w:rPr>
          <w:rFonts w:ascii="TT Hoves Pro" w:hAnsi="TT Hoves Pro"/>
          <w:b/>
          <w:noProof/>
          <w:sz w:val="28"/>
          <w:szCs w:val="28"/>
          <w:u w:val="single"/>
        </w:rPr>
      </w:pPr>
    </w:p>
    <w:p w14:paraId="72C406BE" w14:textId="77777777" w:rsidR="00104F0F" w:rsidRPr="00CD58B2" w:rsidRDefault="00104F0F" w:rsidP="00DB11B8">
      <w:pPr>
        <w:jc w:val="center"/>
        <w:rPr>
          <w:rFonts w:ascii="TT Hoves Pro" w:hAnsi="TT Hoves Pro"/>
          <w:b/>
          <w:noProof/>
          <w:sz w:val="28"/>
          <w:szCs w:val="28"/>
          <w:u w:val="single"/>
        </w:rPr>
      </w:pPr>
    </w:p>
    <w:p w14:paraId="65439863" w14:textId="77777777" w:rsidR="003A1DFA" w:rsidRPr="00FC3B11" w:rsidRDefault="002618F9" w:rsidP="00FC3B11">
      <w:pPr>
        <w:jc w:val="center"/>
        <w:rPr>
          <w:rFonts w:ascii="TT Hoves Pro" w:hAnsi="TT Hoves Pro"/>
          <w:b/>
          <w:bCs/>
          <w:noProof/>
          <w:sz w:val="32"/>
          <w:szCs w:val="32"/>
        </w:rPr>
      </w:pPr>
      <w:r w:rsidRPr="00FC3B11">
        <w:rPr>
          <w:rFonts w:ascii="TT Hoves Pro" w:hAnsi="TT Hoves Pro"/>
          <w:b/>
          <w:bCs/>
          <w:sz w:val="32"/>
          <w:szCs w:val="32"/>
        </w:rPr>
        <w:t>REGLEMENT</w:t>
      </w:r>
      <w:r w:rsidRPr="00FC3B11">
        <w:rPr>
          <w:rFonts w:ascii="TT Hoves Pro" w:hAnsi="TT Hoves Pro"/>
          <w:b/>
          <w:bCs/>
          <w:noProof/>
          <w:sz w:val="32"/>
          <w:szCs w:val="32"/>
        </w:rPr>
        <w:t xml:space="preserve"> </w:t>
      </w:r>
      <w:r w:rsidR="00D86586" w:rsidRPr="00FC3B11">
        <w:rPr>
          <w:rFonts w:ascii="TT Hoves Pro" w:hAnsi="TT Hoves Pro"/>
          <w:b/>
          <w:bCs/>
          <w:noProof/>
          <w:sz w:val="32"/>
          <w:szCs w:val="32"/>
        </w:rPr>
        <w:t>D’ADJUDICATION</w:t>
      </w:r>
    </w:p>
    <w:p w14:paraId="6D3A076C" w14:textId="77777777" w:rsidR="003A1DFA" w:rsidRPr="00490093" w:rsidRDefault="003A1DFA" w:rsidP="00DB11B8">
      <w:pPr>
        <w:rPr>
          <w:rFonts w:ascii="TT Hoves Pro" w:eastAsia="Arial Unicode MS" w:hAnsi="TT Hoves Pro" w:cs="Arial"/>
          <w:bCs/>
          <w:iCs/>
          <w:sz w:val="28"/>
          <w:szCs w:val="28"/>
        </w:rPr>
      </w:pPr>
    </w:p>
    <w:p w14:paraId="663BA4EE" w14:textId="77777777" w:rsidR="00104F0F" w:rsidRPr="00490093" w:rsidRDefault="00104F0F" w:rsidP="00DB11B8">
      <w:pPr>
        <w:rPr>
          <w:rFonts w:ascii="TT Hoves Pro" w:eastAsia="Arial Unicode MS" w:hAnsi="TT Hoves Pro" w:cs="Arial"/>
          <w:bCs/>
          <w:iCs/>
          <w:sz w:val="28"/>
          <w:szCs w:val="28"/>
        </w:rPr>
      </w:pPr>
    </w:p>
    <w:p w14:paraId="1933317B" w14:textId="77777777" w:rsidR="008A2B54" w:rsidRPr="008C5F64" w:rsidRDefault="008A2B54" w:rsidP="00875F2D">
      <w:pPr>
        <w:jc w:val="both"/>
        <w:rPr>
          <w:rFonts w:ascii="TT Hoves Pro" w:eastAsia="Arial Unicode MS" w:hAnsi="TT Hoves Pro" w:cs="Arial"/>
          <w:b/>
          <w:sz w:val="22"/>
          <w:szCs w:val="22"/>
          <w:u w:val="single"/>
        </w:rPr>
      </w:pPr>
      <w:r w:rsidRPr="008C5F64">
        <w:rPr>
          <w:rFonts w:ascii="TT Hoves Pro" w:eastAsia="Arial Unicode MS" w:hAnsi="TT Hoves Pro" w:cs="Arial"/>
          <w:b/>
          <w:sz w:val="22"/>
          <w:szCs w:val="22"/>
          <w:u w:val="single"/>
        </w:rPr>
        <w:t>Préambule</w:t>
      </w:r>
      <w:r w:rsidR="00A73B4B" w:rsidRPr="008C5F64">
        <w:rPr>
          <w:rFonts w:ascii="TT Hoves Pro" w:eastAsia="Arial Unicode MS" w:hAnsi="TT Hoves Pro" w:cs="Arial"/>
          <w:b/>
          <w:sz w:val="22"/>
          <w:szCs w:val="22"/>
        </w:rPr>
        <w:t> :</w:t>
      </w:r>
    </w:p>
    <w:p w14:paraId="5BFDE831" w14:textId="77777777" w:rsidR="0098050B" w:rsidRPr="008C5F64" w:rsidRDefault="0098050B" w:rsidP="00875F2D">
      <w:pPr>
        <w:jc w:val="both"/>
        <w:rPr>
          <w:rFonts w:ascii="TT Hoves Pro" w:eastAsia="Arial Unicode MS" w:hAnsi="TT Hoves Pro" w:cs="Arial"/>
          <w:b/>
          <w:sz w:val="22"/>
          <w:szCs w:val="22"/>
          <w:u w:val="single"/>
        </w:rPr>
      </w:pPr>
    </w:p>
    <w:p w14:paraId="36C17598" w14:textId="77777777" w:rsidR="00B14BF6" w:rsidRPr="008C5F64" w:rsidRDefault="00B14BF6" w:rsidP="00B14BF6">
      <w:pPr>
        <w:spacing w:after="80"/>
        <w:ind w:right="-6"/>
        <w:jc w:val="both"/>
        <w:rPr>
          <w:rFonts w:ascii="TT Hoves Pro" w:hAnsi="TT Hoves Pro" w:cs="Arial"/>
          <w:sz w:val="22"/>
          <w:szCs w:val="22"/>
        </w:rPr>
      </w:pPr>
      <w:r w:rsidRPr="008C5F64">
        <w:rPr>
          <w:rFonts w:ascii="TT Hoves Pro" w:hAnsi="TT Hoves Pro" w:cs="Arial"/>
          <w:sz w:val="22"/>
          <w:szCs w:val="22"/>
        </w:rPr>
        <w:t>Ile-de-France Nature, établissement public à caractère administratif, gère, pour le compte de la Région, environ 15 000 hectares d’espaces naturels</w:t>
      </w:r>
      <w:r>
        <w:rPr>
          <w:rFonts w:ascii="TT Hoves Pro" w:hAnsi="TT Hoves Pro" w:cs="Arial"/>
          <w:sz w:val="22"/>
          <w:szCs w:val="22"/>
        </w:rPr>
        <w:t>, forestiers ou agricoles.</w:t>
      </w:r>
    </w:p>
    <w:p w14:paraId="36C9213C" w14:textId="77777777" w:rsidR="00B14BF6" w:rsidRPr="00502DEA" w:rsidRDefault="00B14BF6" w:rsidP="00B14BF6">
      <w:pPr>
        <w:spacing w:after="80"/>
        <w:ind w:right="-6"/>
        <w:jc w:val="both"/>
        <w:rPr>
          <w:rFonts w:ascii="TT Hoves Pro" w:hAnsi="TT Hoves Pro" w:cs="Arial"/>
          <w:sz w:val="22"/>
          <w:szCs w:val="22"/>
        </w:rPr>
      </w:pPr>
      <w:r w:rsidRPr="00502DEA">
        <w:rPr>
          <w:rFonts w:ascii="TT Hoves Pro" w:hAnsi="TT Hoves Pro" w:cs="Arial"/>
          <w:sz w:val="22"/>
          <w:szCs w:val="22"/>
        </w:rPr>
        <w:t xml:space="preserve">Afin de réguler les populations d’ongulés (sangliers, cerfs et chevreuils), voire de ragondins, et maintenir les équilibres écologiques, Ile-de-France Nature met en location les droits de chasse sur la majorité de ces territoires. </w:t>
      </w:r>
    </w:p>
    <w:p w14:paraId="5D0CCC8B" w14:textId="77777777" w:rsidR="00DB11B8" w:rsidRPr="008C5F64" w:rsidRDefault="00DB11B8" w:rsidP="00DB11B8">
      <w:pPr>
        <w:jc w:val="both"/>
        <w:rPr>
          <w:rFonts w:ascii="TT Hoves Pro" w:hAnsi="TT Hoves Pro" w:cs="Arial"/>
          <w:sz w:val="22"/>
          <w:szCs w:val="22"/>
        </w:rPr>
      </w:pPr>
    </w:p>
    <w:p w14:paraId="4F0FD0DA" w14:textId="77777777" w:rsidR="008A2B54" w:rsidRPr="008C5F64" w:rsidRDefault="00152634" w:rsidP="00DB11B8">
      <w:pPr>
        <w:pStyle w:val="TitreParag"/>
        <w:numPr>
          <w:ilvl w:val="0"/>
          <w:numId w:val="5"/>
        </w:numPr>
        <w:spacing w:before="0"/>
        <w:jc w:val="both"/>
        <w:rPr>
          <w:rFonts w:ascii="TT Hoves Pro" w:eastAsia="Arial Unicode MS" w:hAnsi="TT Hoves Pro" w:cs="Arial"/>
          <w:iCs/>
          <w:sz w:val="22"/>
        </w:rPr>
      </w:pPr>
      <w:r w:rsidRPr="008C5F64">
        <w:rPr>
          <w:rFonts w:ascii="TT Hoves Pro" w:eastAsia="Arial Unicode MS" w:hAnsi="TT Hoves Pro" w:cs="Arial"/>
          <w:iCs/>
          <w:sz w:val="22"/>
          <w:u w:val="single"/>
        </w:rPr>
        <w:t>Forme de l’offre</w:t>
      </w:r>
      <w:r w:rsidR="008A2B54" w:rsidRPr="008C5F64">
        <w:rPr>
          <w:rFonts w:ascii="TT Hoves Pro" w:eastAsia="Arial Unicode MS" w:hAnsi="TT Hoves Pro" w:cs="Arial"/>
          <w:iCs/>
          <w:sz w:val="22"/>
        </w:rPr>
        <w:t> :</w:t>
      </w:r>
    </w:p>
    <w:p w14:paraId="2CCC2BAA" w14:textId="77777777" w:rsidR="00DB11B8" w:rsidRPr="008C5F64" w:rsidRDefault="00DB11B8" w:rsidP="00DB11B8">
      <w:pPr>
        <w:jc w:val="both"/>
        <w:rPr>
          <w:rFonts w:ascii="TT Hoves Pro" w:hAnsi="TT Hoves Pro" w:cs="Arial"/>
          <w:sz w:val="22"/>
          <w:szCs w:val="22"/>
        </w:rPr>
      </w:pPr>
    </w:p>
    <w:p w14:paraId="2FB3E4E3" w14:textId="77777777" w:rsidR="008A2B54" w:rsidRPr="008C5F64" w:rsidRDefault="008B785F" w:rsidP="00DB11B8">
      <w:pPr>
        <w:jc w:val="both"/>
        <w:rPr>
          <w:rFonts w:ascii="TT Hoves Pro" w:hAnsi="TT Hoves Pro" w:cs="Arial"/>
          <w:sz w:val="22"/>
          <w:szCs w:val="22"/>
        </w:rPr>
      </w:pPr>
      <w:r w:rsidRPr="008C5F64">
        <w:rPr>
          <w:rFonts w:ascii="TT Hoves Pro" w:hAnsi="TT Hoves Pro" w:cs="Arial"/>
          <w:sz w:val="22"/>
          <w:szCs w:val="22"/>
        </w:rPr>
        <w:t>Mise en adjudication</w:t>
      </w:r>
      <w:r w:rsidR="00F02CD1" w:rsidRPr="008C5F64">
        <w:rPr>
          <w:rFonts w:ascii="TT Hoves Pro" w:hAnsi="TT Hoves Pro" w:cs="Arial"/>
          <w:sz w:val="22"/>
          <w:szCs w:val="22"/>
        </w:rPr>
        <w:t>.</w:t>
      </w:r>
    </w:p>
    <w:p w14:paraId="2360A0EC" w14:textId="77777777" w:rsidR="00636AAF" w:rsidRPr="008C5F64" w:rsidRDefault="00636AAF" w:rsidP="00DB11B8">
      <w:pPr>
        <w:jc w:val="both"/>
        <w:rPr>
          <w:rFonts w:ascii="TT Hoves Pro" w:hAnsi="TT Hoves Pro" w:cs="Arial"/>
          <w:sz w:val="22"/>
          <w:szCs w:val="22"/>
        </w:rPr>
      </w:pPr>
    </w:p>
    <w:p w14:paraId="4D0A4A03" w14:textId="77777777" w:rsidR="00DB11B8" w:rsidRPr="008C5F64" w:rsidRDefault="00DB11B8" w:rsidP="00DB11B8">
      <w:pPr>
        <w:jc w:val="both"/>
        <w:rPr>
          <w:rFonts w:ascii="TT Hoves Pro" w:hAnsi="TT Hoves Pro" w:cs="Arial"/>
          <w:sz w:val="22"/>
          <w:szCs w:val="22"/>
        </w:rPr>
      </w:pPr>
    </w:p>
    <w:p w14:paraId="1EC62B7C" w14:textId="76039249" w:rsidR="008A2B54" w:rsidRPr="008C5F64" w:rsidRDefault="00CD1AB1" w:rsidP="00DB11B8">
      <w:pPr>
        <w:pStyle w:val="TitreParag"/>
        <w:numPr>
          <w:ilvl w:val="0"/>
          <w:numId w:val="5"/>
        </w:numPr>
        <w:spacing w:before="0"/>
        <w:jc w:val="both"/>
        <w:rPr>
          <w:rFonts w:ascii="TT Hoves Pro" w:eastAsia="Arial Unicode MS" w:hAnsi="TT Hoves Pro" w:cs="Arial"/>
          <w:iCs/>
          <w:sz w:val="22"/>
          <w:u w:val="single"/>
        </w:rPr>
      </w:pPr>
      <w:r w:rsidRPr="008C5F64">
        <w:rPr>
          <w:rFonts w:ascii="TT Hoves Pro" w:eastAsia="Arial Unicode MS" w:hAnsi="TT Hoves Pro" w:cs="Arial"/>
          <w:iCs/>
          <w:sz w:val="22"/>
          <w:u w:val="single"/>
        </w:rPr>
        <w:t>Lot de chasse proposé</w:t>
      </w:r>
      <w:r w:rsidR="008A2B54" w:rsidRPr="008C5F64">
        <w:rPr>
          <w:rFonts w:ascii="TT Hoves Pro" w:eastAsia="Arial Unicode MS" w:hAnsi="TT Hoves Pro" w:cs="Arial"/>
          <w:iCs/>
          <w:sz w:val="22"/>
        </w:rPr>
        <w:t> :</w:t>
      </w:r>
    </w:p>
    <w:p w14:paraId="337EF815" w14:textId="77777777" w:rsidR="00DB11B8" w:rsidRPr="008C5F64" w:rsidRDefault="00DB11B8" w:rsidP="00DB11B8">
      <w:pPr>
        <w:jc w:val="both"/>
        <w:rPr>
          <w:rFonts w:ascii="TT Hoves Pro" w:hAnsi="TT Hoves Pro" w:cs="Arial"/>
          <w:b/>
          <w:sz w:val="22"/>
          <w:szCs w:val="22"/>
        </w:rPr>
      </w:pPr>
    </w:p>
    <w:p w14:paraId="290014C6" w14:textId="56AADD7C" w:rsidR="001C76A4" w:rsidRPr="008C5F64" w:rsidRDefault="0062354D" w:rsidP="00A52A1F">
      <w:pPr>
        <w:jc w:val="both"/>
        <w:rPr>
          <w:rFonts w:ascii="TT Hoves Pro" w:hAnsi="TT Hoves Pro" w:cs="Arial"/>
          <w:sz w:val="22"/>
          <w:szCs w:val="22"/>
        </w:rPr>
      </w:pPr>
      <w:r>
        <w:rPr>
          <w:rFonts w:ascii="TT Hoves Pro" w:hAnsi="TT Hoves Pro" w:cs="Arial"/>
          <w:b/>
          <w:sz w:val="22"/>
          <w:szCs w:val="22"/>
        </w:rPr>
        <w:t>Forêt Régionale de Bréviande lot 2</w:t>
      </w:r>
      <w:r w:rsidR="00FB072B" w:rsidRPr="00502DEA">
        <w:rPr>
          <w:rFonts w:ascii="TT Hoves Pro" w:hAnsi="TT Hoves Pro" w:cs="Arial"/>
          <w:sz w:val="22"/>
          <w:szCs w:val="22"/>
        </w:rPr>
        <w:t xml:space="preserve"> :</w:t>
      </w:r>
      <w:r w:rsidR="00DC645E" w:rsidRPr="00502DEA">
        <w:rPr>
          <w:rFonts w:ascii="TT Hoves Pro" w:hAnsi="TT Hoves Pro" w:cs="Arial"/>
          <w:sz w:val="22"/>
          <w:szCs w:val="22"/>
        </w:rPr>
        <w:t xml:space="preserve"> </w:t>
      </w:r>
      <w:r>
        <w:rPr>
          <w:rFonts w:ascii="TT Hoves Pro" w:hAnsi="TT Hoves Pro" w:cs="Arial"/>
          <w:sz w:val="22"/>
          <w:szCs w:val="22"/>
        </w:rPr>
        <w:t>183</w:t>
      </w:r>
      <w:r w:rsidR="000D7F58">
        <w:rPr>
          <w:rFonts w:ascii="TT Hoves Pro" w:hAnsi="TT Hoves Pro" w:cs="Arial"/>
          <w:sz w:val="22"/>
          <w:szCs w:val="22"/>
        </w:rPr>
        <w:t xml:space="preserve"> ha</w:t>
      </w:r>
      <w:r w:rsidR="00502DEA" w:rsidRPr="00502DEA">
        <w:rPr>
          <w:rFonts w:ascii="TT Hoves Pro" w:hAnsi="TT Hoves Pro" w:cs="Arial"/>
          <w:sz w:val="22"/>
          <w:szCs w:val="22"/>
        </w:rPr>
        <w:t xml:space="preserve"> </w:t>
      </w:r>
      <w:r w:rsidR="004D741E" w:rsidRPr="00502DEA">
        <w:rPr>
          <w:rFonts w:ascii="TT Hoves Pro" w:hAnsi="TT Hoves Pro" w:cs="Arial"/>
          <w:sz w:val="22"/>
          <w:szCs w:val="22"/>
        </w:rPr>
        <w:t xml:space="preserve">– </w:t>
      </w:r>
      <w:r w:rsidR="009627FB" w:rsidRPr="00502DEA">
        <w:rPr>
          <w:rFonts w:ascii="TT Hoves Pro" w:hAnsi="TT Hoves Pro" w:cs="Arial"/>
          <w:sz w:val="22"/>
          <w:szCs w:val="22"/>
        </w:rPr>
        <w:t>territoire</w:t>
      </w:r>
      <w:r w:rsidR="00DF325E" w:rsidRPr="00502DEA">
        <w:rPr>
          <w:rFonts w:ascii="TT Hoves Pro" w:hAnsi="TT Hoves Pro" w:cs="Arial"/>
          <w:sz w:val="22"/>
          <w:szCs w:val="22"/>
        </w:rPr>
        <w:t xml:space="preserve"> en Seine-et-Marne (77) - commune de </w:t>
      </w:r>
      <w:r w:rsidR="00BB193F">
        <w:rPr>
          <w:rFonts w:ascii="TT Hoves Pro" w:hAnsi="TT Hoves Pro" w:cs="Arial"/>
          <w:sz w:val="22"/>
          <w:szCs w:val="22"/>
        </w:rPr>
        <w:t>Seine-Port</w:t>
      </w:r>
      <w:r w:rsidR="00A06A0A" w:rsidRPr="00502DEA">
        <w:rPr>
          <w:rFonts w:ascii="TT Hoves Pro" w:hAnsi="TT Hoves Pro" w:cs="Arial"/>
          <w:sz w:val="22"/>
          <w:szCs w:val="22"/>
        </w:rPr>
        <w:t>.</w:t>
      </w:r>
    </w:p>
    <w:p w14:paraId="0329ACED" w14:textId="77777777" w:rsidR="008B785F" w:rsidRPr="008C5F64" w:rsidRDefault="008B785F" w:rsidP="00DB11B8">
      <w:pPr>
        <w:tabs>
          <w:tab w:val="left" w:pos="1110"/>
        </w:tabs>
        <w:jc w:val="both"/>
        <w:rPr>
          <w:rFonts w:ascii="TT Hoves Pro" w:hAnsi="TT Hoves Pro" w:cs="Arial"/>
          <w:sz w:val="22"/>
          <w:szCs w:val="22"/>
        </w:rPr>
      </w:pPr>
    </w:p>
    <w:p w14:paraId="70DBAE07" w14:textId="77777777" w:rsidR="008A2B54" w:rsidRPr="008C5F64" w:rsidRDefault="00A36923" w:rsidP="00DB11B8">
      <w:pPr>
        <w:jc w:val="both"/>
        <w:rPr>
          <w:rFonts w:ascii="TT Hoves Pro" w:hAnsi="TT Hoves Pro" w:cs="Arial"/>
          <w:sz w:val="22"/>
          <w:szCs w:val="22"/>
        </w:rPr>
      </w:pPr>
      <w:r w:rsidRPr="008C5F64">
        <w:rPr>
          <w:rFonts w:ascii="TT Hoves Pro" w:eastAsia="Arial Unicode MS" w:hAnsi="TT Hoves Pro" w:cs="Arial"/>
          <w:sz w:val="22"/>
          <w:szCs w:val="22"/>
          <w:u w:val="single"/>
        </w:rPr>
        <w:t>Objet de l’offre</w:t>
      </w:r>
      <w:r w:rsidR="00FB751A" w:rsidRPr="008C5F64">
        <w:rPr>
          <w:rFonts w:ascii="TT Hoves Pro" w:eastAsia="Arial Unicode MS" w:hAnsi="TT Hoves Pro" w:cs="Arial"/>
          <w:sz w:val="22"/>
          <w:szCs w:val="22"/>
        </w:rPr>
        <w:t> :</w:t>
      </w:r>
    </w:p>
    <w:p w14:paraId="36B029A6" w14:textId="77777777" w:rsidR="00A36923" w:rsidRPr="008C5F64" w:rsidRDefault="008A2B54" w:rsidP="00DB11B8">
      <w:pPr>
        <w:jc w:val="both"/>
        <w:rPr>
          <w:rFonts w:ascii="TT Hoves Pro" w:hAnsi="TT Hoves Pro" w:cs="Arial"/>
          <w:sz w:val="22"/>
          <w:szCs w:val="22"/>
        </w:rPr>
      </w:pPr>
      <w:r w:rsidRPr="008C5F64">
        <w:rPr>
          <w:rFonts w:ascii="TT Hoves Pro" w:hAnsi="TT Hoves Pro" w:cs="Arial"/>
          <w:sz w:val="22"/>
          <w:szCs w:val="22"/>
        </w:rPr>
        <w:t xml:space="preserve">La présente consultation a pour objet la </w:t>
      </w:r>
      <w:r w:rsidR="00A36923" w:rsidRPr="008C5F64">
        <w:rPr>
          <w:rFonts w:ascii="TT Hoves Pro" w:hAnsi="TT Hoves Pro" w:cs="Arial"/>
          <w:sz w:val="22"/>
          <w:szCs w:val="22"/>
        </w:rPr>
        <w:t>location d’un lot</w:t>
      </w:r>
      <w:r w:rsidR="004D741E" w:rsidRPr="008C5F64">
        <w:rPr>
          <w:rFonts w:ascii="TT Hoves Pro" w:hAnsi="TT Hoves Pro" w:cs="Arial"/>
          <w:sz w:val="22"/>
          <w:szCs w:val="22"/>
        </w:rPr>
        <w:t xml:space="preserve"> de chasse par licence</w:t>
      </w:r>
      <w:r w:rsidR="00AF56F1" w:rsidRPr="008C5F64">
        <w:rPr>
          <w:rFonts w:ascii="TT Hoves Pro" w:hAnsi="TT Hoves Pro" w:cs="Arial"/>
          <w:sz w:val="22"/>
          <w:szCs w:val="22"/>
        </w:rPr>
        <w:t>.</w:t>
      </w:r>
    </w:p>
    <w:p w14:paraId="1F3A8D77" w14:textId="77777777" w:rsidR="0098050B" w:rsidRPr="008C5F64" w:rsidRDefault="0098050B" w:rsidP="00DB11B8">
      <w:pPr>
        <w:jc w:val="both"/>
        <w:rPr>
          <w:rFonts w:ascii="TT Hoves Pro" w:eastAsia="Arial Unicode MS" w:hAnsi="TT Hoves Pro" w:cs="Arial"/>
          <w:i/>
          <w:sz w:val="22"/>
          <w:szCs w:val="22"/>
          <w:u w:val="single"/>
        </w:rPr>
      </w:pPr>
    </w:p>
    <w:p w14:paraId="2451BEA3" w14:textId="77777777" w:rsidR="008A2B54" w:rsidRPr="008C5F64" w:rsidRDefault="008A2B54" w:rsidP="00DB11B8">
      <w:pPr>
        <w:jc w:val="both"/>
        <w:rPr>
          <w:rFonts w:ascii="TT Hoves Pro" w:eastAsia="Arial Unicode MS" w:hAnsi="TT Hoves Pro" w:cs="Arial"/>
          <w:iCs/>
          <w:sz w:val="22"/>
          <w:szCs w:val="22"/>
        </w:rPr>
      </w:pPr>
      <w:r w:rsidRPr="008C5F64">
        <w:rPr>
          <w:rFonts w:ascii="TT Hoves Pro" w:eastAsia="Arial Unicode MS" w:hAnsi="TT Hoves Pro" w:cs="Arial"/>
          <w:iCs/>
          <w:sz w:val="22"/>
          <w:szCs w:val="22"/>
          <w:u w:val="single"/>
        </w:rPr>
        <w:t>Compétences requises</w:t>
      </w:r>
      <w:r w:rsidR="00FB751A" w:rsidRPr="008C5F64">
        <w:rPr>
          <w:rFonts w:ascii="TT Hoves Pro" w:eastAsia="Arial Unicode MS" w:hAnsi="TT Hoves Pro" w:cs="Arial"/>
          <w:iCs/>
          <w:sz w:val="22"/>
          <w:szCs w:val="22"/>
        </w:rPr>
        <w:t> :</w:t>
      </w:r>
    </w:p>
    <w:p w14:paraId="6F0B33BA" w14:textId="77777777" w:rsidR="008A2B54" w:rsidRPr="008C5F64" w:rsidRDefault="008A2B54" w:rsidP="00DB11B8">
      <w:pPr>
        <w:jc w:val="both"/>
        <w:rPr>
          <w:rFonts w:ascii="TT Hoves Pro" w:hAnsi="TT Hoves Pro" w:cs="Arial"/>
          <w:sz w:val="22"/>
          <w:szCs w:val="22"/>
        </w:rPr>
      </w:pPr>
      <w:r w:rsidRPr="008C5F64">
        <w:rPr>
          <w:rFonts w:ascii="TT Hoves Pro" w:hAnsi="TT Hoves Pro" w:cs="Arial"/>
          <w:sz w:val="22"/>
          <w:szCs w:val="22"/>
        </w:rPr>
        <w:t>Les candidats devront</w:t>
      </w:r>
      <w:r w:rsidR="00A36923" w:rsidRPr="008C5F64">
        <w:rPr>
          <w:rFonts w:ascii="TT Hoves Pro" w:hAnsi="TT Hoves Pro" w:cs="Arial"/>
          <w:sz w:val="22"/>
          <w:szCs w:val="22"/>
        </w:rPr>
        <w:t xml:space="preserve"> justifier d’une expérience cynégétique</w:t>
      </w:r>
      <w:r w:rsidRPr="008C5F64">
        <w:rPr>
          <w:rFonts w:ascii="TT Hoves Pro" w:hAnsi="TT Hoves Pro" w:cs="Arial"/>
          <w:sz w:val="22"/>
          <w:szCs w:val="22"/>
        </w:rPr>
        <w:t>.</w:t>
      </w:r>
    </w:p>
    <w:p w14:paraId="1BCC4F79" w14:textId="77777777" w:rsidR="00B21D6A" w:rsidRPr="008C5F64" w:rsidRDefault="00B21D6A" w:rsidP="00DB11B8">
      <w:pPr>
        <w:jc w:val="both"/>
        <w:rPr>
          <w:rFonts w:ascii="TT Hoves Pro" w:hAnsi="TT Hoves Pro" w:cs="Arial"/>
          <w:sz w:val="22"/>
          <w:szCs w:val="22"/>
        </w:rPr>
      </w:pPr>
    </w:p>
    <w:p w14:paraId="081193D3" w14:textId="77777777" w:rsidR="00DB11B8" w:rsidRPr="008C5F64" w:rsidRDefault="00DB11B8" w:rsidP="00DB11B8">
      <w:pPr>
        <w:jc w:val="both"/>
        <w:rPr>
          <w:rFonts w:ascii="TT Hoves Pro" w:hAnsi="TT Hoves Pro" w:cs="Arial"/>
          <w:sz w:val="22"/>
          <w:szCs w:val="22"/>
        </w:rPr>
      </w:pPr>
    </w:p>
    <w:p w14:paraId="2560C857" w14:textId="77777777" w:rsidR="008A2B54" w:rsidRPr="008C5F64" w:rsidRDefault="008A2B54" w:rsidP="006A6D6D">
      <w:pPr>
        <w:pStyle w:val="TitreParag"/>
        <w:numPr>
          <w:ilvl w:val="0"/>
          <w:numId w:val="5"/>
        </w:numPr>
        <w:spacing w:before="0" w:after="100"/>
        <w:ind w:left="714" w:hanging="357"/>
        <w:jc w:val="both"/>
        <w:rPr>
          <w:rFonts w:ascii="TT Hoves Pro" w:eastAsia="Arial Unicode MS" w:hAnsi="TT Hoves Pro" w:cs="Arial"/>
          <w:sz w:val="22"/>
          <w:u w:val="single"/>
        </w:rPr>
      </w:pPr>
      <w:r w:rsidRPr="008C5F64">
        <w:rPr>
          <w:rFonts w:ascii="TT Hoves Pro" w:eastAsia="Arial Unicode MS" w:hAnsi="TT Hoves Pro" w:cs="Arial"/>
          <w:sz w:val="22"/>
          <w:u w:val="single"/>
        </w:rPr>
        <w:t>Pièces constitutives du dossier de consultation</w:t>
      </w:r>
      <w:r w:rsidR="008817EC" w:rsidRPr="008C5F64">
        <w:rPr>
          <w:rFonts w:ascii="TT Hoves Pro" w:eastAsia="Arial Unicode MS" w:hAnsi="TT Hoves Pro" w:cs="Arial"/>
          <w:sz w:val="22"/>
          <w:u w:val="single"/>
        </w:rPr>
        <w:t xml:space="preserve"> pour </w:t>
      </w:r>
      <w:r w:rsidR="00817382" w:rsidRPr="008C5F64">
        <w:rPr>
          <w:rFonts w:ascii="TT Hoves Pro" w:eastAsia="Arial Unicode MS" w:hAnsi="TT Hoves Pro" w:cs="Arial"/>
          <w:sz w:val="22"/>
          <w:u w:val="single"/>
        </w:rPr>
        <w:t>le</w:t>
      </w:r>
      <w:r w:rsidR="008B785F" w:rsidRPr="008C5F64">
        <w:rPr>
          <w:rFonts w:ascii="TT Hoves Pro" w:eastAsia="Arial Unicode MS" w:hAnsi="TT Hoves Pro" w:cs="Arial"/>
          <w:sz w:val="22"/>
          <w:u w:val="single"/>
        </w:rPr>
        <w:t>s</w:t>
      </w:r>
      <w:r w:rsidR="008817EC" w:rsidRPr="008C5F64">
        <w:rPr>
          <w:rFonts w:ascii="TT Hoves Pro" w:eastAsia="Arial Unicode MS" w:hAnsi="TT Hoves Pro" w:cs="Arial"/>
          <w:sz w:val="22"/>
          <w:u w:val="single"/>
        </w:rPr>
        <w:t xml:space="preserve"> lot</w:t>
      </w:r>
      <w:r w:rsidR="008B785F" w:rsidRPr="008C5F64">
        <w:rPr>
          <w:rFonts w:ascii="TT Hoves Pro" w:eastAsia="Arial Unicode MS" w:hAnsi="TT Hoves Pro" w:cs="Arial"/>
          <w:sz w:val="22"/>
          <w:u w:val="single"/>
        </w:rPr>
        <w:t>s</w:t>
      </w:r>
      <w:r w:rsidRPr="008C5F64">
        <w:rPr>
          <w:rFonts w:ascii="TT Hoves Pro" w:eastAsia="Arial Unicode MS" w:hAnsi="TT Hoves Pro" w:cs="Arial"/>
          <w:sz w:val="22"/>
        </w:rPr>
        <w:t xml:space="preserve"> :</w:t>
      </w:r>
      <w:r w:rsidRPr="008C5F64">
        <w:rPr>
          <w:rFonts w:ascii="TT Hoves Pro" w:eastAsia="Arial Unicode MS" w:hAnsi="TT Hoves Pro" w:cs="Arial"/>
          <w:sz w:val="22"/>
          <w:u w:val="single"/>
        </w:rPr>
        <w:t xml:space="preserve"> </w:t>
      </w:r>
    </w:p>
    <w:p w14:paraId="0CF27E69" w14:textId="77777777" w:rsidR="00BB06AE" w:rsidRPr="008C5F64" w:rsidRDefault="001B14A7" w:rsidP="00D37A52">
      <w:pPr>
        <w:pStyle w:val="Normalpuceronderetrait6cm"/>
        <w:numPr>
          <w:ilvl w:val="0"/>
          <w:numId w:val="25"/>
        </w:numPr>
        <w:spacing w:before="0"/>
        <w:ind w:left="993"/>
        <w:jc w:val="both"/>
        <w:rPr>
          <w:rStyle w:val="Numrodepage"/>
          <w:rFonts w:ascii="TT Hoves Pro" w:hAnsi="TT Hoves Pro" w:cs="Arial"/>
          <w:sz w:val="22"/>
          <w:szCs w:val="22"/>
        </w:rPr>
      </w:pPr>
      <w:r w:rsidRPr="008C5F64">
        <w:rPr>
          <w:rStyle w:val="Numrodepage"/>
          <w:rFonts w:ascii="TT Hoves Pro" w:hAnsi="TT Hoves Pro" w:cs="Arial"/>
          <w:sz w:val="22"/>
          <w:szCs w:val="22"/>
        </w:rPr>
        <w:t>l</w:t>
      </w:r>
      <w:r w:rsidR="008B785F" w:rsidRPr="008C5F64">
        <w:rPr>
          <w:rStyle w:val="Numrodepage"/>
          <w:rFonts w:ascii="TT Hoves Pro" w:hAnsi="TT Hoves Pro" w:cs="Arial"/>
          <w:sz w:val="22"/>
          <w:szCs w:val="22"/>
        </w:rPr>
        <w:t xml:space="preserve">e </w:t>
      </w:r>
      <w:r w:rsidR="00BB06AE" w:rsidRPr="008C5F64">
        <w:rPr>
          <w:rStyle w:val="Numrodepage"/>
          <w:rFonts w:ascii="TT Hoves Pro" w:hAnsi="TT Hoves Pro" w:cs="Arial"/>
          <w:sz w:val="22"/>
          <w:szCs w:val="22"/>
        </w:rPr>
        <w:t>présent règlement d’adjudication ;</w:t>
      </w:r>
    </w:p>
    <w:p w14:paraId="4DE83C97" w14:textId="77777777" w:rsidR="004D741E" w:rsidRPr="008C5F64" w:rsidRDefault="001B14A7" w:rsidP="00D37A52">
      <w:pPr>
        <w:pStyle w:val="Normalpuceronderetrait6cm"/>
        <w:numPr>
          <w:ilvl w:val="0"/>
          <w:numId w:val="25"/>
        </w:numPr>
        <w:spacing w:before="0"/>
        <w:ind w:left="993"/>
        <w:jc w:val="both"/>
        <w:rPr>
          <w:rStyle w:val="Numrodepage"/>
          <w:rFonts w:ascii="TT Hoves Pro" w:hAnsi="TT Hoves Pro" w:cs="Arial"/>
          <w:sz w:val="22"/>
          <w:szCs w:val="22"/>
        </w:rPr>
      </w:pPr>
      <w:r w:rsidRPr="008C5F64">
        <w:rPr>
          <w:rStyle w:val="Numrodepage"/>
          <w:rFonts w:ascii="TT Hoves Pro" w:hAnsi="TT Hoves Pro" w:cs="Arial"/>
          <w:sz w:val="22"/>
          <w:szCs w:val="22"/>
        </w:rPr>
        <w:t>l</w:t>
      </w:r>
      <w:r w:rsidR="00BB06AE" w:rsidRPr="008C5F64">
        <w:rPr>
          <w:rStyle w:val="Numrodepage"/>
          <w:rFonts w:ascii="TT Hoves Pro" w:hAnsi="TT Hoves Pro" w:cs="Arial"/>
          <w:sz w:val="22"/>
          <w:szCs w:val="22"/>
        </w:rPr>
        <w:t xml:space="preserve">e </w:t>
      </w:r>
      <w:r w:rsidR="008B785F" w:rsidRPr="008C5F64">
        <w:rPr>
          <w:rStyle w:val="Numrodepage"/>
          <w:rFonts w:ascii="TT Hoves Pro" w:hAnsi="TT Hoves Pro" w:cs="Arial"/>
          <w:sz w:val="22"/>
          <w:szCs w:val="22"/>
        </w:rPr>
        <w:t xml:space="preserve">cahier des </w:t>
      </w:r>
      <w:r w:rsidR="00BB06AE" w:rsidRPr="008C5F64">
        <w:rPr>
          <w:rStyle w:val="Numrodepage"/>
          <w:rFonts w:ascii="TT Hoves Pro" w:hAnsi="TT Hoves Pro" w:cs="Arial"/>
          <w:sz w:val="22"/>
          <w:szCs w:val="22"/>
        </w:rPr>
        <w:t>charges ;</w:t>
      </w:r>
    </w:p>
    <w:p w14:paraId="61693A68" w14:textId="77777777" w:rsidR="00F307E9" w:rsidRPr="008C5F64" w:rsidRDefault="001B14A7" w:rsidP="00D37A52">
      <w:pPr>
        <w:pStyle w:val="Normalpuceronderetrait6cm"/>
        <w:numPr>
          <w:ilvl w:val="0"/>
          <w:numId w:val="25"/>
        </w:numPr>
        <w:spacing w:before="0"/>
        <w:ind w:left="993"/>
        <w:jc w:val="both"/>
        <w:rPr>
          <w:rStyle w:val="Numrodepage"/>
          <w:rFonts w:ascii="TT Hoves Pro" w:hAnsi="TT Hoves Pro" w:cs="Arial"/>
          <w:sz w:val="22"/>
          <w:szCs w:val="22"/>
        </w:rPr>
      </w:pPr>
      <w:r w:rsidRPr="008C5F64">
        <w:rPr>
          <w:rStyle w:val="Numrodepage"/>
          <w:rFonts w:ascii="TT Hoves Pro" w:hAnsi="TT Hoves Pro" w:cs="Arial"/>
          <w:sz w:val="22"/>
          <w:szCs w:val="22"/>
        </w:rPr>
        <w:t>l</w:t>
      </w:r>
      <w:r w:rsidR="004D741E" w:rsidRPr="008C5F64">
        <w:rPr>
          <w:rStyle w:val="Numrodepage"/>
          <w:rFonts w:ascii="TT Hoves Pro" w:hAnsi="TT Hoves Pro" w:cs="Arial"/>
          <w:sz w:val="22"/>
          <w:szCs w:val="22"/>
        </w:rPr>
        <w:t xml:space="preserve">a fiche </w:t>
      </w:r>
      <w:r w:rsidR="008B785F" w:rsidRPr="008C5F64">
        <w:rPr>
          <w:rStyle w:val="Numrodepage"/>
          <w:rFonts w:ascii="TT Hoves Pro" w:hAnsi="TT Hoves Pro" w:cs="Arial"/>
          <w:sz w:val="22"/>
          <w:szCs w:val="22"/>
        </w:rPr>
        <w:t>descriptive du lot de chasse</w:t>
      </w:r>
      <w:r w:rsidR="00BB06AE" w:rsidRPr="008C5F64">
        <w:rPr>
          <w:rStyle w:val="Numrodepage"/>
          <w:rFonts w:ascii="TT Hoves Pro" w:hAnsi="TT Hoves Pro" w:cs="Arial"/>
          <w:sz w:val="22"/>
          <w:szCs w:val="22"/>
        </w:rPr>
        <w:t> ;</w:t>
      </w:r>
    </w:p>
    <w:p w14:paraId="1CF2818C" w14:textId="77777777" w:rsidR="00CD58B2" w:rsidRDefault="00CD58B2" w:rsidP="00D37A52">
      <w:pPr>
        <w:pStyle w:val="Normalpuceronderetrait6cm"/>
        <w:numPr>
          <w:ilvl w:val="0"/>
          <w:numId w:val="25"/>
        </w:numPr>
        <w:spacing w:before="0"/>
        <w:ind w:left="993"/>
        <w:jc w:val="both"/>
        <w:rPr>
          <w:rStyle w:val="Numrodepage"/>
          <w:rFonts w:ascii="TT Hoves Pro" w:hAnsi="TT Hoves Pro" w:cs="Arial"/>
          <w:sz w:val="22"/>
          <w:szCs w:val="22"/>
        </w:rPr>
      </w:pPr>
      <w:r w:rsidRPr="008C5F64">
        <w:rPr>
          <w:rStyle w:val="Numrodepage"/>
          <w:rFonts w:ascii="TT Hoves Pro" w:hAnsi="TT Hoves Pro" w:cs="Arial"/>
          <w:sz w:val="22"/>
          <w:szCs w:val="22"/>
        </w:rPr>
        <w:t>le plan de consistance du lot ;</w:t>
      </w:r>
    </w:p>
    <w:p w14:paraId="1E60A291" w14:textId="77777777" w:rsidR="00BE332A" w:rsidRPr="008C5F64" w:rsidRDefault="00BE332A" w:rsidP="00D37A52">
      <w:pPr>
        <w:pStyle w:val="Normalpuceronderetrait6cm"/>
        <w:numPr>
          <w:ilvl w:val="0"/>
          <w:numId w:val="25"/>
        </w:numPr>
        <w:spacing w:before="0"/>
        <w:ind w:left="993"/>
        <w:jc w:val="both"/>
        <w:rPr>
          <w:rStyle w:val="Numrodepage"/>
          <w:rFonts w:ascii="TT Hoves Pro" w:hAnsi="TT Hoves Pro" w:cs="Arial"/>
          <w:sz w:val="22"/>
          <w:szCs w:val="22"/>
        </w:rPr>
      </w:pPr>
      <w:r w:rsidRPr="008C5F64">
        <w:rPr>
          <w:rStyle w:val="Numrodepage"/>
          <w:rFonts w:ascii="TT Hoves Pro" w:hAnsi="TT Hoves Pro" w:cs="Arial"/>
          <w:sz w:val="22"/>
          <w:szCs w:val="22"/>
        </w:rPr>
        <w:t>le formulaire de soumission ;</w:t>
      </w:r>
    </w:p>
    <w:p w14:paraId="7C494BD2" w14:textId="77777777" w:rsidR="00BB06AE" w:rsidRPr="008C5F64" w:rsidRDefault="001B14A7" w:rsidP="00D37A52">
      <w:pPr>
        <w:pStyle w:val="Normalpuceronderetrait6cm"/>
        <w:numPr>
          <w:ilvl w:val="0"/>
          <w:numId w:val="25"/>
        </w:numPr>
        <w:spacing w:before="0"/>
        <w:ind w:left="993"/>
        <w:jc w:val="both"/>
        <w:rPr>
          <w:rStyle w:val="Numrodepage"/>
          <w:rFonts w:ascii="TT Hoves Pro" w:hAnsi="TT Hoves Pro" w:cs="Arial"/>
          <w:sz w:val="22"/>
          <w:szCs w:val="22"/>
        </w:rPr>
      </w:pPr>
      <w:r w:rsidRPr="008C5F64">
        <w:rPr>
          <w:rStyle w:val="Numrodepage"/>
          <w:rFonts w:ascii="TT Hoves Pro" w:hAnsi="TT Hoves Pro" w:cs="Arial"/>
          <w:sz w:val="22"/>
          <w:szCs w:val="22"/>
        </w:rPr>
        <w:t>l</w:t>
      </w:r>
      <w:r w:rsidR="00BA1718" w:rsidRPr="008C5F64">
        <w:rPr>
          <w:rStyle w:val="Numrodepage"/>
          <w:rFonts w:ascii="TT Hoves Pro" w:hAnsi="TT Hoves Pro" w:cs="Arial"/>
          <w:sz w:val="22"/>
          <w:szCs w:val="22"/>
        </w:rPr>
        <w:t xml:space="preserve">a </w:t>
      </w:r>
      <w:r w:rsidR="004D741E" w:rsidRPr="008C5F64">
        <w:rPr>
          <w:rStyle w:val="Numrodepage"/>
          <w:rFonts w:ascii="TT Hoves Pro" w:hAnsi="TT Hoves Pro" w:cs="Arial"/>
          <w:sz w:val="22"/>
          <w:szCs w:val="22"/>
        </w:rPr>
        <w:t>déclaration sur l’honneur</w:t>
      </w:r>
      <w:r w:rsidR="00A6142B" w:rsidRPr="008C5F64">
        <w:rPr>
          <w:rStyle w:val="Numrodepage"/>
          <w:rFonts w:ascii="TT Hoves Pro" w:hAnsi="TT Hoves Pro" w:cs="Arial"/>
          <w:sz w:val="22"/>
          <w:szCs w:val="22"/>
        </w:rPr>
        <w:t>.</w:t>
      </w:r>
    </w:p>
    <w:p w14:paraId="22EEAB81" w14:textId="77777777" w:rsidR="008A2B54" w:rsidRPr="008C5F64" w:rsidRDefault="008A2B54" w:rsidP="00DB11B8">
      <w:pPr>
        <w:pStyle w:val="Normalpuceronderetrait6cm"/>
        <w:numPr>
          <w:ilvl w:val="0"/>
          <w:numId w:val="0"/>
        </w:numPr>
        <w:spacing w:before="0"/>
        <w:jc w:val="both"/>
        <w:rPr>
          <w:rStyle w:val="Numrodepage"/>
          <w:rFonts w:ascii="TT Hoves Pro" w:hAnsi="TT Hoves Pro" w:cs="Arial"/>
          <w:sz w:val="22"/>
          <w:szCs w:val="22"/>
        </w:rPr>
      </w:pPr>
    </w:p>
    <w:p w14:paraId="39364337" w14:textId="77777777" w:rsidR="00DC645E" w:rsidRPr="008C5F64" w:rsidRDefault="00DC645E" w:rsidP="00DB11B8">
      <w:pPr>
        <w:pStyle w:val="Normalpuceronderetrait6cm"/>
        <w:numPr>
          <w:ilvl w:val="0"/>
          <w:numId w:val="0"/>
        </w:numPr>
        <w:spacing w:before="0"/>
        <w:jc w:val="both"/>
        <w:rPr>
          <w:rStyle w:val="Numrodepage"/>
          <w:rFonts w:ascii="TT Hoves Pro" w:hAnsi="TT Hoves Pro" w:cs="Arial"/>
          <w:sz w:val="22"/>
          <w:szCs w:val="22"/>
        </w:rPr>
      </w:pPr>
    </w:p>
    <w:p w14:paraId="71BD562A" w14:textId="77777777" w:rsidR="00DC645E" w:rsidRPr="008C5F64" w:rsidRDefault="00DC645E" w:rsidP="00DB11B8">
      <w:pPr>
        <w:pStyle w:val="Normalpuceronderetrait6cm"/>
        <w:numPr>
          <w:ilvl w:val="0"/>
          <w:numId w:val="0"/>
        </w:numPr>
        <w:spacing w:before="0"/>
        <w:jc w:val="both"/>
        <w:rPr>
          <w:rStyle w:val="Numrodepage"/>
          <w:rFonts w:ascii="TT Hoves Pro" w:hAnsi="TT Hoves Pro" w:cs="Arial"/>
          <w:sz w:val="22"/>
          <w:szCs w:val="22"/>
        </w:rPr>
      </w:pPr>
    </w:p>
    <w:p w14:paraId="079F8A83" w14:textId="77777777" w:rsidR="008A2B54" w:rsidRPr="008C5F64" w:rsidRDefault="00817382" w:rsidP="00DB11B8">
      <w:pPr>
        <w:pStyle w:val="TitreParag"/>
        <w:numPr>
          <w:ilvl w:val="0"/>
          <w:numId w:val="5"/>
        </w:numPr>
        <w:spacing w:before="0"/>
        <w:jc w:val="both"/>
        <w:rPr>
          <w:rFonts w:ascii="TT Hoves Pro" w:eastAsia="Arial Unicode MS" w:hAnsi="TT Hoves Pro" w:cs="Arial"/>
          <w:iCs/>
          <w:sz w:val="22"/>
          <w:u w:val="single"/>
        </w:rPr>
      </w:pPr>
      <w:r w:rsidRPr="008C5F64">
        <w:rPr>
          <w:rFonts w:ascii="TT Hoves Pro" w:eastAsia="Arial Unicode MS" w:hAnsi="TT Hoves Pro" w:cs="Arial"/>
          <w:iCs/>
          <w:sz w:val="22"/>
          <w:u w:val="single"/>
        </w:rPr>
        <w:t>Contenu de l’offre</w:t>
      </w:r>
      <w:r w:rsidRPr="008C5F64">
        <w:rPr>
          <w:rFonts w:ascii="TT Hoves Pro" w:eastAsia="Arial Unicode MS" w:hAnsi="TT Hoves Pro" w:cs="Arial"/>
          <w:iCs/>
          <w:sz w:val="22"/>
        </w:rPr>
        <w:t> :</w:t>
      </w:r>
    </w:p>
    <w:p w14:paraId="0E9183CF" w14:textId="77777777" w:rsidR="00DB11B8" w:rsidRPr="008C5F64" w:rsidRDefault="00DB11B8" w:rsidP="00DB11B8">
      <w:pPr>
        <w:jc w:val="both"/>
        <w:rPr>
          <w:rFonts w:ascii="TT Hoves Pro" w:hAnsi="TT Hoves Pro" w:cs="Arial"/>
          <w:sz w:val="22"/>
          <w:szCs w:val="22"/>
        </w:rPr>
      </w:pPr>
    </w:p>
    <w:p w14:paraId="7F7A42DC" w14:textId="77777777" w:rsidR="00F307E9" w:rsidRDefault="009E4491" w:rsidP="00DB11B8">
      <w:pPr>
        <w:jc w:val="both"/>
        <w:rPr>
          <w:rFonts w:ascii="TT Hoves Pro" w:hAnsi="TT Hoves Pro" w:cs="Arial"/>
          <w:sz w:val="22"/>
          <w:szCs w:val="22"/>
        </w:rPr>
      </w:pPr>
      <w:r w:rsidRPr="008C5F64">
        <w:rPr>
          <w:rFonts w:ascii="TT Hoves Pro" w:hAnsi="TT Hoves Pro" w:cs="Arial"/>
          <w:sz w:val="22"/>
          <w:szCs w:val="22"/>
        </w:rPr>
        <w:t>L’offre du candidat</w:t>
      </w:r>
      <w:r w:rsidR="008A2B54" w:rsidRPr="008C5F64">
        <w:rPr>
          <w:rFonts w:ascii="TT Hoves Pro" w:hAnsi="TT Hoves Pro" w:cs="Arial"/>
          <w:sz w:val="22"/>
          <w:szCs w:val="22"/>
        </w:rPr>
        <w:t xml:space="preserve"> </w:t>
      </w:r>
      <w:r w:rsidR="00817382" w:rsidRPr="008C5F64">
        <w:rPr>
          <w:rFonts w:ascii="TT Hoves Pro" w:hAnsi="TT Hoves Pro" w:cs="Arial"/>
          <w:sz w:val="22"/>
          <w:szCs w:val="22"/>
        </w:rPr>
        <w:t>comprendra, pour le lot</w:t>
      </w:r>
      <w:r w:rsidR="001129D2" w:rsidRPr="008C5F64">
        <w:rPr>
          <w:rFonts w:ascii="TT Hoves Pro" w:hAnsi="TT Hoves Pro" w:cs="Arial"/>
          <w:sz w:val="22"/>
          <w:szCs w:val="22"/>
        </w:rPr>
        <w:t xml:space="preserve"> souhaité :</w:t>
      </w:r>
    </w:p>
    <w:p w14:paraId="1063E7A3" w14:textId="77777777" w:rsidR="003D1794" w:rsidRDefault="003D1794" w:rsidP="00DB11B8">
      <w:pPr>
        <w:jc w:val="both"/>
        <w:rPr>
          <w:rFonts w:ascii="TT Hoves Pro" w:hAnsi="TT Hoves Pro" w:cs="Arial"/>
          <w:sz w:val="22"/>
          <w:szCs w:val="22"/>
        </w:rPr>
      </w:pPr>
    </w:p>
    <w:p w14:paraId="63BA197A" w14:textId="77777777" w:rsidR="003D1794" w:rsidRPr="00AF54AF" w:rsidRDefault="003D1794" w:rsidP="003D1794">
      <w:pPr>
        <w:pStyle w:val="Paragraphedeliste"/>
        <w:numPr>
          <w:ilvl w:val="0"/>
          <w:numId w:val="26"/>
        </w:numPr>
        <w:ind w:left="993"/>
        <w:jc w:val="both"/>
        <w:rPr>
          <w:rFonts w:ascii="TT Hoves Pro" w:hAnsi="TT Hoves Pro" w:cs="Arial"/>
          <w:sz w:val="22"/>
          <w:szCs w:val="22"/>
        </w:rPr>
      </w:pPr>
      <w:r w:rsidRPr="00AF54AF">
        <w:rPr>
          <w:rFonts w:ascii="TT Hoves Pro" w:hAnsi="TT Hoves Pro" w:cs="Arial"/>
          <w:sz w:val="22"/>
          <w:szCs w:val="22"/>
        </w:rPr>
        <w:t>le règlement d’adjudication daté, signé et paraphé au bas de chaque page ;</w:t>
      </w:r>
    </w:p>
    <w:p w14:paraId="75703F2C" w14:textId="77777777" w:rsidR="003D1794" w:rsidRPr="00AF54AF" w:rsidRDefault="003D1794" w:rsidP="003D1794">
      <w:pPr>
        <w:pStyle w:val="Paragraphedeliste"/>
        <w:numPr>
          <w:ilvl w:val="0"/>
          <w:numId w:val="26"/>
        </w:numPr>
        <w:ind w:left="993"/>
        <w:jc w:val="both"/>
        <w:rPr>
          <w:rFonts w:ascii="TT Hoves Pro" w:hAnsi="TT Hoves Pro" w:cs="Arial"/>
          <w:sz w:val="22"/>
          <w:szCs w:val="22"/>
        </w:rPr>
      </w:pPr>
      <w:r w:rsidRPr="00AF54AF">
        <w:rPr>
          <w:rFonts w:ascii="TT Hoves Pro" w:hAnsi="TT Hoves Pro" w:cs="Arial"/>
          <w:sz w:val="22"/>
          <w:szCs w:val="22"/>
        </w:rPr>
        <w:lastRenderedPageBreak/>
        <w:t>le cahier des charges daté, signé et paraphé au bas de chaque page.</w:t>
      </w:r>
    </w:p>
    <w:p w14:paraId="6E3483BA" w14:textId="77777777" w:rsidR="00690296" w:rsidRPr="00AF54AF" w:rsidRDefault="00690296" w:rsidP="00690296">
      <w:pPr>
        <w:pStyle w:val="Paragraphedeliste"/>
        <w:numPr>
          <w:ilvl w:val="0"/>
          <w:numId w:val="26"/>
        </w:numPr>
        <w:ind w:left="993"/>
        <w:jc w:val="both"/>
        <w:rPr>
          <w:rFonts w:ascii="TT Hoves Pro" w:hAnsi="TT Hoves Pro" w:cs="Arial"/>
          <w:sz w:val="22"/>
          <w:szCs w:val="22"/>
        </w:rPr>
      </w:pPr>
      <w:r>
        <w:rPr>
          <w:rFonts w:ascii="TT Hoves Pro" w:hAnsi="TT Hoves Pro" w:cs="Arial"/>
          <w:sz w:val="22"/>
          <w:szCs w:val="22"/>
        </w:rPr>
        <w:t>l</w:t>
      </w:r>
      <w:r w:rsidR="000156A8">
        <w:rPr>
          <w:rFonts w:ascii="TT Hoves Pro" w:hAnsi="TT Hoves Pro" w:cs="Arial"/>
          <w:sz w:val="22"/>
          <w:szCs w:val="22"/>
        </w:rPr>
        <w:t>e</w:t>
      </w:r>
      <w:r>
        <w:rPr>
          <w:rFonts w:ascii="TT Hoves Pro" w:hAnsi="TT Hoves Pro" w:cs="Arial"/>
          <w:sz w:val="22"/>
          <w:szCs w:val="22"/>
        </w:rPr>
        <w:t xml:space="preserve"> f</w:t>
      </w:r>
      <w:r w:rsidR="000156A8">
        <w:rPr>
          <w:rFonts w:ascii="TT Hoves Pro" w:hAnsi="TT Hoves Pro" w:cs="Arial"/>
          <w:sz w:val="22"/>
          <w:szCs w:val="22"/>
        </w:rPr>
        <w:t>ormulaire</w:t>
      </w:r>
      <w:r w:rsidRPr="00AF54AF">
        <w:rPr>
          <w:rFonts w:ascii="TT Hoves Pro" w:hAnsi="TT Hoves Pro" w:cs="Arial"/>
          <w:sz w:val="22"/>
          <w:szCs w:val="22"/>
        </w:rPr>
        <w:t xml:space="preserve"> de « Soumission » et proposition de prix de location complété, daté et signé ;</w:t>
      </w:r>
    </w:p>
    <w:p w14:paraId="6FAE6370" w14:textId="77777777" w:rsidR="009D6200" w:rsidRPr="00AF54AF" w:rsidRDefault="009D6200" w:rsidP="009D6200">
      <w:pPr>
        <w:pStyle w:val="Paragraphedeliste"/>
        <w:numPr>
          <w:ilvl w:val="0"/>
          <w:numId w:val="26"/>
        </w:numPr>
        <w:ind w:left="993"/>
        <w:jc w:val="both"/>
        <w:rPr>
          <w:rFonts w:ascii="TT Hoves Pro" w:hAnsi="TT Hoves Pro" w:cs="Arial"/>
          <w:sz w:val="22"/>
          <w:szCs w:val="22"/>
        </w:rPr>
      </w:pPr>
      <w:r w:rsidRPr="00AF54AF">
        <w:rPr>
          <w:rFonts w:ascii="TT Hoves Pro" w:hAnsi="TT Hoves Pro" w:cs="Arial"/>
          <w:sz w:val="22"/>
          <w:szCs w:val="22"/>
        </w:rPr>
        <w:t>une note synthétique</w:t>
      </w:r>
      <w:r w:rsidRPr="009D6200">
        <w:rPr>
          <w:rFonts w:ascii="TT Hoves Pro" w:hAnsi="TT Hoves Pro" w:cs="Arial"/>
          <w:b/>
          <w:bCs/>
          <w:sz w:val="22"/>
          <w:szCs w:val="22"/>
        </w:rPr>
        <w:t>*</w:t>
      </w:r>
      <w:r w:rsidRPr="00AF54AF">
        <w:rPr>
          <w:rFonts w:ascii="TT Hoves Pro" w:hAnsi="TT Hoves Pro" w:cs="Arial"/>
          <w:sz w:val="22"/>
          <w:szCs w:val="22"/>
        </w:rPr>
        <w:t xml:space="preserve"> décrivant son expérience, son projet cynégétique pour atteindre les objectifs et conditions de la fiche de lot ;</w:t>
      </w:r>
    </w:p>
    <w:p w14:paraId="1029BD0C" w14:textId="77777777" w:rsidR="00BB06AE" w:rsidRPr="00AF54AF" w:rsidRDefault="001B14A7" w:rsidP="00AF54AF">
      <w:pPr>
        <w:pStyle w:val="Paragraphedeliste"/>
        <w:numPr>
          <w:ilvl w:val="0"/>
          <w:numId w:val="26"/>
        </w:numPr>
        <w:ind w:left="993"/>
        <w:jc w:val="both"/>
        <w:rPr>
          <w:rFonts w:ascii="TT Hoves Pro" w:hAnsi="TT Hoves Pro" w:cs="Arial"/>
          <w:sz w:val="22"/>
          <w:szCs w:val="22"/>
        </w:rPr>
      </w:pPr>
      <w:r w:rsidRPr="00AF54AF">
        <w:rPr>
          <w:rFonts w:ascii="TT Hoves Pro" w:hAnsi="TT Hoves Pro" w:cs="Arial"/>
          <w:sz w:val="22"/>
          <w:szCs w:val="22"/>
        </w:rPr>
        <w:t>l</w:t>
      </w:r>
      <w:r w:rsidR="00BB06AE" w:rsidRPr="00AF54AF">
        <w:rPr>
          <w:rFonts w:ascii="TT Hoves Pro" w:hAnsi="TT Hoves Pro" w:cs="Arial"/>
          <w:sz w:val="22"/>
          <w:szCs w:val="22"/>
        </w:rPr>
        <w:t>a déclaration sur l’honneur remplie, datée et signée</w:t>
      </w:r>
      <w:r w:rsidRPr="00AF54AF">
        <w:rPr>
          <w:rFonts w:ascii="TT Hoves Pro" w:hAnsi="TT Hoves Pro" w:cs="Arial"/>
          <w:sz w:val="22"/>
          <w:szCs w:val="22"/>
        </w:rPr>
        <w:t> ;</w:t>
      </w:r>
    </w:p>
    <w:p w14:paraId="2C46247E" w14:textId="77777777" w:rsidR="00BB06AE" w:rsidRPr="00AF54AF" w:rsidRDefault="001B14A7" w:rsidP="00AF54AF">
      <w:pPr>
        <w:pStyle w:val="Paragraphedeliste"/>
        <w:numPr>
          <w:ilvl w:val="0"/>
          <w:numId w:val="26"/>
        </w:numPr>
        <w:ind w:left="993"/>
        <w:jc w:val="both"/>
        <w:rPr>
          <w:rFonts w:ascii="TT Hoves Pro" w:hAnsi="TT Hoves Pro" w:cs="Arial"/>
          <w:sz w:val="22"/>
          <w:szCs w:val="22"/>
        </w:rPr>
      </w:pPr>
      <w:r w:rsidRPr="00AF54AF">
        <w:rPr>
          <w:rFonts w:ascii="TT Hoves Pro" w:hAnsi="TT Hoves Pro" w:cs="Arial"/>
          <w:sz w:val="22"/>
          <w:szCs w:val="22"/>
        </w:rPr>
        <w:t>u</w:t>
      </w:r>
      <w:r w:rsidR="00BB06AE" w:rsidRPr="00AF54AF">
        <w:rPr>
          <w:rFonts w:ascii="TT Hoves Pro" w:hAnsi="TT Hoves Pro" w:cs="Arial"/>
          <w:sz w:val="22"/>
          <w:szCs w:val="22"/>
        </w:rPr>
        <w:t>ne photocopie du permis de chasser</w:t>
      </w:r>
      <w:r w:rsidRPr="00AF54AF">
        <w:rPr>
          <w:rFonts w:ascii="TT Hoves Pro" w:hAnsi="TT Hoves Pro" w:cs="Arial"/>
          <w:sz w:val="22"/>
          <w:szCs w:val="22"/>
        </w:rPr>
        <w:t> ;</w:t>
      </w:r>
    </w:p>
    <w:p w14:paraId="19F2B2EB" w14:textId="77777777" w:rsidR="00636AAF" w:rsidRDefault="00636AAF" w:rsidP="00DB11B8">
      <w:pPr>
        <w:jc w:val="both"/>
        <w:rPr>
          <w:rFonts w:ascii="TT Hoves Pro" w:hAnsi="TT Hoves Pro" w:cs="Arial"/>
          <w:sz w:val="22"/>
          <w:szCs w:val="22"/>
        </w:rPr>
      </w:pPr>
    </w:p>
    <w:p w14:paraId="0EC69D3E" w14:textId="77777777" w:rsidR="009E1826" w:rsidRPr="009E1826" w:rsidRDefault="009E1826" w:rsidP="00B16DB9">
      <w:pPr>
        <w:jc w:val="both"/>
        <w:rPr>
          <w:rFonts w:ascii="TT Hoves Pro" w:hAnsi="TT Hoves Pro"/>
          <w:sz w:val="22"/>
          <w:szCs w:val="24"/>
        </w:rPr>
      </w:pPr>
      <w:r w:rsidRPr="00B16DB9">
        <w:rPr>
          <w:rFonts w:ascii="TT Hoves Pro" w:hAnsi="TT Hoves Pro"/>
          <w:b/>
          <w:bCs/>
          <w:sz w:val="22"/>
          <w:szCs w:val="24"/>
        </w:rPr>
        <w:t>*</w:t>
      </w:r>
      <w:r w:rsidRPr="008232B7">
        <w:rPr>
          <w:rFonts w:ascii="TT Hoves Pro" w:hAnsi="TT Hoves Pro"/>
          <w:i/>
          <w:iCs/>
          <w:sz w:val="22"/>
          <w:szCs w:val="24"/>
          <w:u w:val="single"/>
        </w:rPr>
        <w:t>La note synthétique doit présenter les caractéristiques suivantes renseignées</w:t>
      </w:r>
      <w:r w:rsidRPr="00B16DB9">
        <w:rPr>
          <w:rFonts w:ascii="TT Hoves Pro" w:hAnsi="TT Hoves Pro"/>
          <w:i/>
          <w:iCs/>
          <w:sz w:val="22"/>
          <w:szCs w:val="24"/>
        </w:rPr>
        <w:t> : nom, prénom, âge, nationalité, adresse, profession, téléphone, email, date de délivrance du permis de chasser, l’examen chasseur grand gibier : Oui / Non, les</w:t>
      </w:r>
      <w:r w:rsidR="005F4F52">
        <w:rPr>
          <w:rFonts w:ascii="TT Hoves Pro" w:hAnsi="TT Hoves Pro"/>
          <w:i/>
          <w:iCs/>
          <w:sz w:val="22"/>
          <w:szCs w:val="24"/>
        </w:rPr>
        <w:t> </w:t>
      </w:r>
      <w:r w:rsidRPr="00B16DB9">
        <w:rPr>
          <w:rFonts w:ascii="TT Hoves Pro" w:hAnsi="TT Hoves Pro"/>
          <w:i/>
          <w:iCs/>
          <w:sz w:val="22"/>
          <w:szCs w:val="24"/>
        </w:rPr>
        <w:t>expériences cynégétiques, les loisirs</w:t>
      </w:r>
      <w:r w:rsidRPr="009E1826">
        <w:rPr>
          <w:rFonts w:ascii="TT Hoves Pro" w:hAnsi="TT Hoves Pro"/>
          <w:sz w:val="22"/>
          <w:szCs w:val="24"/>
        </w:rPr>
        <w:t>.</w:t>
      </w:r>
    </w:p>
    <w:p w14:paraId="748B0C04" w14:textId="77777777" w:rsidR="009E1826" w:rsidRDefault="009E1826" w:rsidP="00DB11B8">
      <w:pPr>
        <w:jc w:val="both"/>
        <w:rPr>
          <w:rFonts w:ascii="TT Hoves Pro" w:hAnsi="TT Hoves Pro" w:cs="Arial"/>
          <w:sz w:val="22"/>
          <w:szCs w:val="22"/>
        </w:rPr>
      </w:pPr>
    </w:p>
    <w:p w14:paraId="1558F403" w14:textId="77777777" w:rsidR="009E1826" w:rsidRPr="008C5F64" w:rsidRDefault="009E1826" w:rsidP="00DB11B8">
      <w:pPr>
        <w:jc w:val="both"/>
        <w:rPr>
          <w:rFonts w:ascii="TT Hoves Pro" w:hAnsi="TT Hoves Pro" w:cs="Arial"/>
          <w:sz w:val="22"/>
          <w:szCs w:val="22"/>
        </w:rPr>
      </w:pPr>
    </w:p>
    <w:p w14:paraId="1095C2A0" w14:textId="77777777" w:rsidR="00636AAF" w:rsidRPr="008C5F64" w:rsidRDefault="008A2B54" w:rsidP="00DB11B8">
      <w:pPr>
        <w:keepLines/>
        <w:spacing w:after="60"/>
        <w:jc w:val="both"/>
        <w:rPr>
          <w:rFonts w:ascii="TT Hoves Pro" w:eastAsia="Arial Unicode MS" w:hAnsi="TT Hoves Pro" w:cs="Arial"/>
          <w:iCs/>
          <w:sz w:val="22"/>
          <w:szCs w:val="22"/>
          <w:u w:val="single"/>
        </w:rPr>
      </w:pPr>
      <w:r w:rsidRPr="008C5F64">
        <w:rPr>
          <w:rFonts w:ascii="TT Hoves Pro" w:eastAsia="Arial Unicode MS" w:hAnsi="TT Hoves Pro" w:cs="Arial"/>
          <w:iCs/>
          <w:sz w:val="22"/>
          <w:szCs w:val="22"/>
          <w:u w:val="single"/>
        </w:rPr>
        <w:t>Modalités de transmission et de réception des candidatures</w:t>
      </w:r>
      <w:r w:rsidRPr="008C5F64">
        <w:rPr>
          <w:rFonts w:ascii="TT Hoves Pro" w:eastAsia="Arial Unicode MS" w:hAnsi="TT Hoves Pro" w:cs="Arial"/>
          <w:iCs/>
          <w:sz w:val="22"/>
          <w:szCs w:val="22"/>
        </w:rPr>
        <w:t> :</w:t>
      </w:r>
    </w:p>
    <w:p w14:paraId="5C583C0E" w14:textId="77777777" w:rsidR="008817EC" w:rsidRPr="008C5F64" w:rsidRDefault="008A2B54" w:rsidP="00DB11B8">
      <w:pPr>
        <w:jc w:val="both"/>
        <w:rPr>
          <w:rFonts w:ascii="TT Hoves Pro" w:hAnsi="TT Hoves Pro" w:cs="Arial"/>
          <w:sz w:val="22"/>
          <w:szCs w:val="22"/>
        </w:rPr>
      </w:pPr>
      <w:r w:rsidRPr="008C5F64">
        <w:rPr>
          <w:rFonts w:ascii="TT Hoves Pro" w:hAnsi="TT Hoves Pro" w:cs="Arial"/>
          <w:sz w:val="22"/>
          <w:szCs w:val="22"/>
        </w:rPr>
        <w:t xml:space="preserve">Le dossier </w:t>
      </w:r>
      <w:r w:rsidRPr="00D06ECC">
        <w:rPr>
          <w:rFonts w:ascii="TT Hoves Pro" w:hAnsi="TT Hoves Pro" w:cs="Arial"/>
          <w:b/>
          <w:bCs/>
          <w:sz w:val="22"/>
          <w:szCs w:val="22"/>
        </w:rPr>
        <w:t>co</w:t>
      </w:r>
      <w:r w:rsidR="008817EC" w:rsidRPr="00D06ECC">
        <w:rPr>
          <w:rFonts w:ascii="TT Hoves Pro" w:hAnsi="TT Hoves Pro" w:cs="Arial"/>
          <w:b/>
          <w:bCs/>
          <w:sz w:val="22"/>
          <w:szCs w:val="22"/>
        </w:rPr>
        <w:t>mplet</w:t>
      </w:r>
      <w:r w:rsidR="008817EC" w:rsidRPr="008C5F64">
        <w:rPr>
          <w:rFonts w:ascii="TT Hoves Pro" w:hAnsi="TT Hoves Pro" w:cs="Arial"/>
          <w:sz w:val="22"/>
          <w:szCs w:val="22"/>
        </w:rPr>
        <w:t xml:space="preserve"> de l’offre sera transmis</w:t>
      </w:r>
      <w:r w:rsidR="006029F6">
        <w:rPr>
          <w:rFonts w:ascii="TT Hoves Pro" w:hAnsi="TT Hoves Pro" w:cs="Arial"/>
          <w:sz w:val="22"/>
          <w:szCs w:val="22"/>
        </w:rPr>
        <w:t xml:space="preserve"> par courriel à :</w:t>
      </w:r>
    </w:p>
    <w:p w14:paraId="4004CD50" w14:textId="17D9B0FE" w:rsidR="008817EC" w:rsidRPr="00883EAA" w:rsidRDefault="002F5A17" w:rsidP="005102CF">
      <w:pPr>
        <w:pStyle w:val="Paragraphedeliste"/>
        <w:numPr>
          <w:ilvl w:val="0"/>
          <w:numId w:val="27"/>
        </w:numPr>
        <w:ind w:left="993"/>
        <w:jc w:val="both"/>
        <w:rPr>
          <w:rFonts w:ascii="TT Hoves Pro" w:hAnsi="TT Hoves Pro" w:cs="Arial"/>
          <w:sz w:val="22"/>
          <w:szCs w:val="22"/>
        </w:rPr>
      </w:pPr>
      <w:hyperlink r:id="rId8" w:history="1">
        <w:r>
          <w:rPr>
            <w:rStyle w:val="Lienhypertexte"/>
            <w:rFonts w:ascii="TT Hoves Pro" w:hAnsi="TT Hoves Pro" w:cs="Arial"/>
            <w:sz w:val="22"/>
            <w:szCs w:val="22"/>
          </w:rPr>
          <w:t>aurelie.cornette@iledefrance-nature.fr</w:t>
        </w:r>
      </w:hyperlink>
      <w:r>
        <w:t xml:space="preserve"> </w:t>
      </w:r>
    </w:p>
    <w:p w14:paraId="134542F1" w14:textId="77777777" w:rsidR="00DB11B8" w:rsidRPr="008C5F64" w:rsidRDefault="00DB11B8" w:rsidP="00DB11B8">
      <w:pPr>
        <w:jc w:val="both"/>
        <w:rPr>
          <w:rFonts w:ascii="TT Hoves Pro" w:hAnsi="TT Hoves Pro" w:cs="Arial"/>
          <w:sz w:val="22"/>
          <w:szCs w:val="22"/>
        </w:rPr>
      </w:pPr>
    </w:p>
    <w:p w14:paraId="6325D8F6" w14:textId="77777777" w:rsidR="00B67820" w:rsidRDefault="00B67820" w:rsidP="00DB11B8">
      <w:pPr>
        <w:jc w:val="both"/>
        <w:rPr>
          <w:rFonts w:ascii="TT Hoves Pro" w:hAnsi="TT Hoves Pro" w:cs="Arial"/>
          <w:sz w:val="22"/>
          <w:szCs w:val="22"/>
        </w:rPr>
      </w:pPr>
    </w:p>
    <w:p w14:paraId="3E014529" w14:textId="77777777" w:rsidR="009E1826" w:rsidRPr="009E1826" w:rsidRDefault="009E1826" w:rsidP="009E1826">
      <w:pPr>
        <w:pStyle w:val="TitreParag"/>
        <w:numPr>
          <w:ilvl w:val="0"/>
          <w:numId w:val="5"/>
        </w:numPr>
        <w:spacing w:before="0"/>
        <w:jc w:val="both"/>
        <w:rPr>
          <w:rFonts w:ascii="TT Hoves Pro" w:hAnsi="TT Hoves Pro"/>
        </w:rPr>
      </w:pPr>
      <w:r w:rsidRPr="009E1826">
        <w:rPr>
          <w:rFonts w:ascii="TT Hoves Pro" w:eastAsia="Arial Unicode MS" w:hAnsi="TT Hoves Pro" w:cs="Arial"/>
          <w:iCs/>
          <w:sz w:val="22"/>
          <w:u w:val="single"/>
        </w:rPr>
        <w:t>Les critères d’attribution seront les suivants</w:t>
      </w:r>
      <w:r w:rsidRPr="00527038">
        <w:rPr>
          <w:rFonts w:ascii="TT Hoves Pro" w:eastAsia="Arial Unicode MS" w:hAnsi="TT Hoves Pro" w:cs="Arial"/>
          <w:iCs/>
          <w:sz w:val="22"/>
        </w:rPr>
        <w:t xml:space="preserve"> :</w:t>
      </w:r>
      <w:r w:rsidRPr="009E1826">
        <w:rPr>
          <w:rFonts w:ascii="TT Hoves Pro" w:eastAsia="Arial Unicode MS" w:hAnsi="TT Hoves Pro" w:cs="Arial"/>
          <w:iCs/>
          <w:sz w:val="22"/>
          <w:u w:val="single"/>
        </w:rPr>
        <w:t xml:space="preserve"> </w:t>
      </w:r>
    </w:p>
    <w:p w14:paraId="51C71008" w14:textId="77777777" w:rsidR="009E1826" w:rsidRPr="009E1826" w:rsidRDefault="009E1826" w:rsidP="009E1826">
      <w:pPr>
        <w:pStyle w:val="TitreParag"/>
        <w:numPr>
          <w:ilvl w:val="0"/>
          <w:numId w:val="0"/>
        </w:numPr>
        <w:spacing w:before="0"/>
        <w:ind w:left="720"/>
        <w:jc w:val="both"/>
        <w:rPr>
          <w:rFonts w:ascii="TT Hoves Pro" w:hAnsi="TT Hoves Pro"/>
          <w:sz w:val="24"/>
          <w:szCs w:val="26"/>
        </w:rPr>
      </w:pPr>
    </w:p>
    <w:p w14:paraId="5CBEF073" w14:textId="77777777" w:rsidR="009E1826" w:rsidRPr="00502DEA" w:rsidRDefault="009E1826" w:rsidP="00CF73CD">
      <w:pPr>
        <w:pStyle w:val="Paragraphedeliste"/>
        <w:numPr>
          <w:ilvl w:val="0"/>
          <w:numId w:val="24"/>
        </w:numPr>
        <w:ind w:left="993"/>
        <w:rPr>
          <w:rFonts w:ascii="TT Hoves Pro" w:hAnsi="TT Hoves Pro"/>
          <w:sz w:val="22"/>
          <w:szCs w:val="24"/>
        </w:rPr>
      </w:pPr>
      <w:r w:rsidRPr="00502DEA">
        <w:rPr>
          <w:rFonts w:ascii="TT Hoves Pro" w:hAnsi="TT Hoves Pro"/>
          <w:b/>
          <w:sz w:val="22"/>
          <w:szCs w:val="24"/>
        </w:rPr>
        <w:t>50 %</w:t>
      </w:r>
      <w:r w:rsidRPr="00502DEA">
        <w:rPr>
          <w:rFonts w:ascii="TT Hoves Pro" w:hAnsi="TT Hoves Pro"/>
          <w:sz w:val="22"/>
          <w:szCs w:val="24"/>
        </w:rPr>
        <w:t xml:space="preserve"> de la note sera attribuée en fonction de l’offre économiquement la plus avantageuse</w:t>
      </w:r>
    </w:p>
    <w:p w14:paraId="241B5B0C" w14:textId="77777777" w:rsidR="009E1826" w:rsidRPr="00502DEA" w:rsidRDefault="009E1826" w:rsidP="00CF73CD">
      <w:pPr>
        <w:pStyle w:val="Paragraphedeliste"/>
        <w:numPr>
          <w:ilvl w:val="0"/>
          <w:numId w:val="24"/>
        </w:numPr>
        <w:ind w:left="993"/>
        <w:rPr>
          <w:rFonts w:ascii="TT Hoves Pro" w:hAnsi="TT Hoves Pro"/>
          <w:sz w:val="22"/>
          <w:szCs w:val="24"/>
        </w:rPr>
      </w:pPr>
      <w:r w:rsidRPr="00502DEA">
        <w:rPr>
          <w:rFonts w:ascii="TT Hoves Pro" w:hAnsi="TT Hoves Pro"/>
          <w:b/>
          <w:sz w:val="22"/>
          <w:szCs w:val="24"/>
        </w:rPr>
        <w:t>30%</w:t>
      </w:r>
      <w:r w:rsidRPr="00502DEA">
        <w:rPr>
          <w:rFonts w:ascii="TT Hoves Pro" w:hAnsi="TT Hoves Pro"/>
          <w:sz w:val="22"/>
          <w:szCs w:val="24"/>
        </w:rPr>
        <w:t xml:space="preserve"> de la note sera attribuée en fonction de la note synthétique du candidat, de son l’organisation et des meilleures garanties de bonne gestion cynégétique en adéquation avec les objectifs fixés dans la fiche descriptive et de partenariat. (Sécurité – Environnement – Recueil de données)</w:t>
      </w:r>
    </w:p>
    <w:p w14:paraId="4880AB15" w14:textId="77777777" w:rsidR="009E1826" w:rsidRPr="00502DEA" w:rsidRDefault="009E1826" w:rsidP="00CF73CD">
      <w:pPr>
        <w:pStyle w:val="Paragraphedeliste"/>
        <w:numPr>
          <w:ilvl w:val="0"/>
          <w:numId w:val="24"/>
        </w:numPr>
        <w:ind w:left="993"/>
        <w:rPr>
          <w:rFonts w:ascii="TT Hoves Pro" w:hAnsi="TT Hoves Pro"/>
          <w:sz w:val="22"/>
          <w:szCs w:val="24"/>
        </w:rPr>
      </w:pPr>
      <w:r w:rsidRPr="00502DEA">
        <w:rPr>
          <w:rFonts w:ascii="TT Hoves Pro" w:hAnsi="TT Hoves Pro"/>
          <w:b/>
          <w:sz w:val="22"/>
          <w:szCs w:val="24"/>
        </w:rPr>
        <w:t>20%</w:t>
      </w:r>
      <w:r w:rsidRPr="00502DEA">
        <w:rPr>
          <w:rFonts w:ascii="TT Hoves Pro" w:hAnsi="TT Hoves Pro"/>
          <w:sz w:val="22"/>
          <w:szCs w:val="24"/>
        </w:rPr>
        <w:t xml:space="preserve"> de la note sera attribuée en fonction de la note synthétique du candidat et de sa capacité d’innovation en matière de gestion cynégétique (pratique de la chasse)</w:t>
      </w:r>
    </w:p>
    <w:p w14:paraId="0B3028A9" w14:textId="77777777" w:rsidR="009E1826" w:rsidRDefault="009E1826" w:rsidP="00DB11B8">
      <w:pPr>
        <w:jc w:val="both"/>
        <w:rPr>
          <w:rFonts w:ascii="TT Hoves Pro" w:hAnsi="TT Hoves Pro" w:cs="Arial"/>
          <w:sz w:val="22"/>
          <w:szCs w:val="22"/>
        </w:rPr>
      </w:pPr>
    </w:p>
    <w:p w14:paraId="5194A1AD" w14:textId="77777777" w:rsidR="009E1826" w:rsidRPr="008C5F64" w:rsidRDefault="009E1826" w:rsidP="00DB11B8">
      <w:pPr>
        <w:jc w:val="both"/>
        <w:rPr>
          <w:rFonts w:ascii="TT Hoves Pro" w:hAnsi="TT Hoves Pro" w:cs="Arial"/>
          <w:sz w:val="22"/>
          <w:szCs w:val="22"/>
        </w:rPr>
      </w:pPr>
    </w:p>
    <w:p w14:paraId="4E0B5239" w14:textId="77777777" w:rsidR="008A2B54" w:rsidRPr="008C5F64" w:rsidRDefault="008A2B54" w:rsidP="008E5FCC">
      <w:pPr>
        <w:pStyle w:val="TitreParag"/>
        <w:numPr>
          <w:ilvl w:val="0"/>
          <w:numId w:val="5"/>
        </w:numPr>
        <w:spacing w:before="0"/>
        <w:jc w:val="both"/>
        <w:rPr>
          <w:rFonts w:ascii="TT Hoves Pro" w:eastAsia="Arial Unicode MS" w:hAnsi="TT Hoves Pro" w:cs="Arial"/>
          <w:iCs/>
          <w:sz w:val="22"/>
        </w:rPr>
      </w:pPr>
      <w:r w:rsidRPr="008C5F64">
        <w:rPr>
          <w:rFonts w:ascii="TT Hoves Pro" w:eastAsia="Arial Unicode MS" w:hAnsi="TT Hoves Pro" w:cs="Arial"/>
          <w:iCs/>
          <w:sz w:val="22"/>
          <w:u w:val="single"/>
        </w:rPr>
        <w:t>Date limite de réception des offres</w:t>
      </w:r>
      <w:r w:rsidRPr="008C5F64">
        <w:rPr>
          <w:rFonts w:ascii="TT Hoves Pro" w:eastAsia="Arial Unicode MS" w:hAnsi="TT Hoves Pro" w:cs="Arial"/>
          <w:iCs/>
          <w:sz w:val="22"/>
        </w:rPr>
        <w:t> :</w:t>
      </w:r>
    </w:p>
    <w:p w14:paraId="235E2F86" w14:textId="77777777" w:rsidR="00DB11B8" w:rsidRPr="008C5F64" w:rsidRDefault="00DB11B8" w:rsidP="008E5FCC">
      <w:pPr>
        <w:jc w:val="both"/>
        <w:rPr>
          <w:rFonts w:ascii="TT Hoves Pro" w:hAnsi="TT Hoves Pro" w:cs="Arial"/>
          <w:sz w:val="22"/>
          <w:szCs w:val="22"/>
        </w:rPr>
      </w:pPr>
    </w:p>
    <w:p w14:paraId="6F51E0D9" w14:textId="6145A23A" w:rsidR="0057183E" w:rsidRPr="008C5F64" w:rsidRDefault="008A2B54" w:rsidP="008E5FCC">
      <w:pPr>
        <w:jc w:val="both"/>
        <w:rPr>
          <w:rFonts w:ascii="TT Hoves Pro" w:hAnsi="TT Hoves Pro" w:cs="Arial"/>
          <w:b/>
          <w:bCs/>
          <w:sz w:val="22"/>
          <w:szCs w:val="22"/>
        </w:rPr>
      </w:pPr>
      <w:r w:rsidRPr="00502DEA">
        <w:rPr>
          <w:rFonts w:ascii="TT Hoves Pro" w:hAnsi="TT Hoves Pro" w:cs="Arial"/>
          <w:sz w:val="22"/>
          <w:szCs w:val="22"/>
        </w:rPr>
        <w:t xml:space="preserve">Les offres devront être reçues par </w:t>
      </w:r>
      <w:r w:rsidRPr="00502DEA">
        <w:rPr>
          <w:rFonts w:ascii="TT Hoves Pro" w:hAnsi="TT Hoves Pro" w:cs="Arial"/>
          <w:b/>
          <w:bCs/>
          <w:iCs/>
          <w:sz w:val="22"/>
          <w:szCs w:val="22"/>
        </w:rPr>
        <w:t>cour</w:t>
      </w:r>
      <w:r w:rsidR="008817EC" w:rsidRPr="00502DEA">
        <w:rPr>
          <w:rFonts w:ascii="TT Hoves Pro" w:hAnsi="TT Hoves Pro" w:cs="Arial"/>
          <w:b/>
          <w:bCs/>
          <w:iCs/>
          <w:sz w:val="22"/>
          <w:szCs w:val="22"/>
        </w:rPr>
        <w:t>riel</w:t>
      </w:r>
      <w:r w:rsidRPr="00502DEA">
        <w:rPr>
          <w:rFonts w:ascii="TT Hoves Pro" w:hAnsi="TT Hoves Pro" w:cs="Arial"/>
          <w:sz w:val="22"/>
          <w:szCs w:val="22"/>
        </w:rPr>
        <w:t>, au plus tard :</w:t>
      </w:r>
      <w:r w:rsidR="00DB11B8" w:rsidRPr="00502DEA">
        <w:rPr>
          <w:rFonts w:ascii="TT Hoves Pro" w:hAnsi="TT Hoves Pro" w:cs="Arial"/>
          <w:sz w:val="22"/>
          <w:szCs w:val="22"/>
        </w:rPr>
        <w:t xml:space="preserve"> l</w:t>
      </w:r>
      <w:r w:rsidR="00E6553B" w:rsidRPr="00502DEA">
        <w:rPr>
          <w:rFonts w:ascii="TT Hoves Pro" w:hAnsi="TT Hoves Pro" w:cs="Arial"/>
          <w:sz w:val="22"/>
          <w:szCs w:val="22"/>
        </w:rPr>
        <w:t>e</w:t>
      </w:r>
      <w:r w:rsidR="00DB11B8" w:rsidRPr="00502DEA">
        <w:rPr>
          <w:rFonts w:ascii="TT Hoves Pro" w:hAnsi="TT Hoves Pro" w:cs="Arial"/>
          <w:sz w:val="22"/>
          <w:szCs w:val="22"/>
        </w:rPr>
        <w:t> </w:t>
      </w:r>
      <w:r w:rsidR="00BB193F">
        <w:rPr>
          <w:rFonts w:ascii="TT Hoves Pro" w:hAnsi="TT Hoves Pro" w:cs="Arial"/>
          <w:b/>
          <w:bCs/>
          <w:sz w:val="22"/>
          <w:szCs w:val="22"/>
          <w:u w:val="single"/>
        </w:rPr>
        <w:t>10</w:t>
      </w:r>
      <w:r w:rsidR="003847A5" w:rsidRPr="00502DEA">
        <w:rPr>
          <w:rFonts w:ascii="TT Hoves Pro" w:hAnsi="TT Hoves Pro" w:cs="Arial"/>
          <w:b/>
          <w:bCs/>
          <w:sz w:val="22"/>
          <w:szCs w:val="22"/>
          <w:u w:val="single"/>
        </w:rPr>
        <w:t>/0</w:t>
      </w:r>
      <w:r w:rsidR="00BB193F">
        <w:rPr>
          <w:rFonts w:ascii="TT Hoves Pro" w:hAnsi="TT Hoves Pro" w:cs="Arial"/>
          <w:b/>
          <w:bCs/>
          <w:sz w:val="22"/>
          <w:szCs w:val="22"/>
          <w:u w:val="single"/>
        </w:rPr>
        <w:t>4</w:t>
      </w:r>
      <w:r w:rsidR="00C13A8F" w:rsidRPr="00502DEA">
        <w:rPr>
          <w:rFonts w:ascii="TT Hoves Pro" w:hAnsi="TT Hoves Pro" w:cs="Arial"/>
          <w:b/>
          <w:bCs/>
          <w:sz w:val="22"/>
          <w:szCs w:val="22"/>
          <w:u w:val="single"/>
        </w:rPr>
        <w:t>/20</w:t>
      </w:r>
      <w:r w:rsidR="002B3D1C" w:rsidRPr="00502DEA">
        <w:rPr>
          <w:rFonts w:ascii="TT Hoves Pro" w:hAnsi="TT Hoves Pro" w:cs="Arial"/>
          <w:b/>
          <w:bCs/>
          <w:sz w:val="22"/>
          <w:szCs w:val="22"/>
          <w:u w:val="single"/>
        </w:rPr>
        <w:t>2</w:t>
      </w:r>
      <w:r w:rsidR="00BB193F">
        <w:rPr>
          <w:rFonts w:ascii="TT Hoves Pro" w:hAnsi="TT Hoves Pro" w:cs="Arial"/>
          <w:b/>
          <w:bCs/>
          <w:sz w:val="22"/>
          <w:szCs w:val="22"/>
          <w:u w:val="single"/>
        </w:rPr>
        <w:t>6</w:t>
      </w:r>
      <w:r w:rsidRPr="00502DEA">
        <w:rPr>
          <w:rFonts w:ascii="TT Hoves Pro" w:hAnsi="TT Hoves Pro" w:cs="Arial"/>
          <w:b/>
          <w:bCs/>
          <w:sz w:val="22"/>
          <w:szCs w:val="22"/>
          <w:u w:val="single"/>
        </w:rPr>
        <w:t xml:space="preserve"> à</w:t>
      </w:r>
      <w:r w:rsidR="00B67820" w:rsidRPr="00502DEA">
        <w:rPr>
          <w:rFonts w:ascii="TT Hoves Pro" w:hAnsi="TT Hoves Pro" w:cs="Arial"/>
          <w:b/>
          <w:bCs/>
          <w:sz w:val="22"/>
          <w:szCs w:val="22"/>
          <w:u w:val="single"/>
        </w:rPr>
        <w:t> </w:t>
      </w:r>
      <w:r w:rsidR="00636AAF" w:rsidRPr="00502DEA">
        <w:rPr>
          <w:rFonts w:ascii="TT Hoves Pro" w:hAnsi="TT Hoves Pro" w:cs="Arial"/>
          <w:b/>
          <w:bCs/>
          <w:sz w:val="22"/>
          <w:szCs w:val="22"/>
          <w:u w:val="single"/>
        </w:rPr>
        <w:t>12</w:t>
      </w:r>
      <w:r w:rsidR="00B67820" w:rsidRPr="00502DEA">
        <w:rPr>
          <w:rFonts w:ascii="TT Hoves Pro" w:hAnsi="TT Hoves Pro" w:cs="Arial"/>
          <w:b/>
          <w:bCs/>
          <w:sz w:val="22"/>
          <w:szCs w:val="22"/>
          <w:u w:val="single"/>
        </w:rPr>
        <w:t>h00</w:t>
      </w:r>
      <w:r w:rsidR="006C549C" w:rsidRPr="00502DEA">
        <w:rPr>
          <w:rFonts w:ascii="TT Hoves Pro" w:hAnsi="TT Hoves Pro" w:cs="Arial"/>
          <w:b/>
          <w:bCs/>
          <w:sz w:val="22"/>
          <w:szCs w:val="22"/>
        </w:rPr>
        <w:t>.</w:t>
      </w:r>
    </w:p>
    <w:p w14:paraId="332BD560" w14:textId="77777777" w:rsidR="00DB11B8" w:rsidRPr="008C5F64" w:rsidRDefault="00DB11B8" w:rsidP="008E5FCC">
      <w:pPr>
        <w:jc w:val="both"/>
        <w:rPr>
          <w:rFonts w:ascii="TT Hoves Pro" w:hAnsi="TT Hoves Pro" w:cs="Arial"/>
          <w:sz w:val="22"/>
          <w:szCs w:val="22"/>
        </w:rPr>
      </w:pPr>
    </w:p>
    <w:p w14:paraId="33A5971F" w14:textId="77777777" w:rsidR="008A2B54" w:rsidRPr="008C5F64" w:rsidRDefault="0057183E" w:rsidP="008E5FCC">
      <w:pPr>
        <w:jc w:val="both"/>
        <w:rPr>
          <w:rFonts w:ascii="TT Hoves Pro" w:hAnsi="TT Hoves Pro" w:cs="Arial"/>
          <w:sz w:val="22"/>
          <w:szCs w:val="22"/>
        </w:rPr>
      </w:pPr>
      <w:r w:rsidRPr="008C5F64">
        <w:rPr>
          <w:rFonts w:ascii="TT Hoves Pro" w:hAnsi="TT Hoves Pro" w:cs="Arial"/>
          <w:sz w:val="22"/>
          <w:szCs w:val="22"/>
        </w:rPr>
        <w:t>T</w:t>
      </w:r>
      <w:r w:rsidR="008A2B54" w:rsidRPr="008C5F64">
        <w:rPr>
          <w:rFonts w:ascii="TT Hoves Pro" w:hAnsi="TT Hoves Pro" w:cs="Arial"/>
          <w:sz w:val="22"/>
          <w:szCs w:val="22"/>
        </w:rPr>
        <w:t>o</w:t>
      </w:r>
      <w:r w:rsidR="008A2B54" w:rsidRPr="008C5F64">
        <w:rPr>
          <w:rFonts w:ascii="TT Hoves Pro" w:hAnsi="TT Hoves Pro" w:cs="Arial"/>
          <w:bCs/>
          <w:sz w:val="22"/>
          <w:szCs w:val="22"/>
        </w:rPr>
        <w:t>ute offre</w:t>
      </w:r>
      <w:r w:rsidR="008A2B54" w:rsidRPr="008C5F64">
        <w:rPr>
          <w:rFonts w:ascii="TT Hoves Pro" w:hAnsi="TT Hoves Pro" w:cs="Arial"/>
          <w:sz w:val="22"/>
          <w:szCs w:val="22"/>
        </w:rPr>
        <w:t xml:space="preserve"> arrivée après ce délai ne pourra pas être prise en considération et ne</w:t>
      </w:r>
      <w:r w:rsidR="00DB11B8" w:rsidRPr="008C5F64">
        <w:rPr>
          <w:rFonts w:ascii="TT Hoves Pro" w:hAnsi="TT Hoves Pro" w:cs="Arial"/>
          <w:sz w:val="22"/>
          <w:szCs w:val="22"/>
        </w:rPr>
        <w:t> </w:t>
      </w:r>
      <w:r w:rsidR="008A2B54" w:rsidRPr="008C5F64">
        <w:rPr>
          <w:rFonts w:ascii="TT Hoves Pro" w:hAnsi="TT Hoves Pro" w:cs="Arial"/>
          <w:sz w:val="22"/>
          <w:szCs w:val="22"/>
        </w:rPr>
        <w:t>sera pas</w:t>
      </w:r>
      <w:r w:rsidR="008E6D5A" w:rsidRPr="008C5F64">
        <w:rPr>
          <w:rFonts w:ascii="TT Hoves Pro" w:hAnsi="TT Hoves Pro" w:cs="Arial"/>
          <w:sz w:val="22"/>
          <w:szCs w:val="22"/>
        </w:rPr>
        <w:t xml:space="preserve"> traitée</w:t>
      </w:r>
      <w:r w:rsidR="008A2B54" w:rsidRPr="008C5F64">
        <w:rPr>
          <w:rFonts w:ascii="TT Hoves Pro" w:hAnsi="TT Hoves Pro" w:cs="Arial"/>
          <w:sz w:val="22"/>
          <w:szCs w:val="22"/>
        </w:rPr>
        <w:t>.</w:t>
      </w:r>
    </w:p>
    <w:p w14:paraId="72A35288" w14:textId="77777777" w:rsidR="00DB11B8" w:rsidRPr="008C5F64" w:rsidRDefault="00DB11B8" w:rsidP="008E5FCC">
      <w:pPr>
        <w:jc w:val="both"/>
        <w:rPr>
          <w:rFonts w:ascii="TT Hoves Pro" w:hAnsi="TT Hoves Pro" w:cs="Arial"/>
          <w:sz w:val="22"/>
          <w:szCs w:val="22"/>
        </w:rPr>
      </w:pPr>
    </w:p>
    <w:p w14:paraId="7EA2162D" w14:textId="77777777" w:rsidR="008A2B54" w:rsidRPr="008C5F64" w:rsidRDefault="00C13A8F" w:rsidP="008E5FCC">
      <w:pPr>
        <w:jc w:val="both"/>
        <w:rPr>
          <w:rFonts w:ascii="TT Hoves Pro" w:hAnsi="TT Hoves Pro" w:cs="Arial"/>
          <w:iCs/>
          <w:sz w:val="22"/>
          <w:szCs w:val="22"/>
        </w:rPr>
      </w:pPr>
      <w:r w:rsidRPr="008C5F64">
        <w:rPr>
          <w:rFonts w:ascii="TT Hoves Pro" w:hAnsi="TT Hoves Pro" w:cs="Arial"/>
          <w:iCs/>
          <w:sz w:val="22"/>
          <w:szCs w:val="22"/>
        </w:rPr>
        <w:t>L’offre doit ê</w:t>
      </w:r>
      <w:r w:rsidR="008817EC" w:rsidRPr="008C5F64">
        <w:rPr>
          <w:rFonts w:ascii="TT Hoves Pro" w:hAnsi="TT Hoves Pro" w:cs="Arial"/>
          <w:iCs/>
          <w:sz w:val="22"/>
          <w:szCs w:val="22"/>
        </w:rPr>
        <w:t>tre rédigée en langue française.</w:t>
      </w:r>
    </w:p>
    <w:p w14:paraId="2B39B668" w14:textId="77777777" w:rsidR="00DC645E" w:rsidRPr="008C5F64" w:rsidRDefault="00DC645E" w:rsidP="008E5FCC">
      <w:pPr>
        <w:jc w:val="both"/>
        <w:rPr>
          <w:rFonts w:ascii="TT Hoves Pro" w:hAnsi="TT Hoves Pro" w:cs="Arial"/>
          <w:iCs/>
          <w:sz w:val="22"/>
          <w:szCs w:val="22"/>
        </w:rPr>
      </w:pPr>
    </w:p>
    <w:p w14:paraId="60178993" w14:textId="77777777" w:rsidR="00DB11B8" w:rsidRPr="008C5F64" w:rsidRDefault="00DB11B8" w:rsidP="008E5FCC">
      <w:pPr>
        <w:jc w:val="both"/>
        <w:rPr>
          <w:rFonts w:ascii="TT Hoves Pro" w:hAnsi="TT Hoves Pro" w:cs="Arial"/>
          <w:iCs/>
          <w:sz w:val="22"/>
          <w:szCs w:val="22"/>
        </w:rPr>
      </w:pPr>
    </w:p>
    <w:p w14:paraId="0205A56C" w14:textId="77777777" w:rsidR="008A2B54" w:rsidRPr="008C5F64" w:rsidRDefault="008A2B54" w:rsidP="008E5FCC">
      <w:pPr>
        <w:pStyle w:val="TitreParag"/>
        <w:numPr>
          <w:ilvl w:val="0"/>
          <w:numId w:val="5"/>
        </w:numPr>
        <w:spacing w:before="0"/>
        <w:jc w:val="both"/>
        <w:rPr>
          <w:rFonts w:ascii="TT Hoves Pro" w:eastAsia="Arial Unicode MS" w:hAnsi="TT Hoves Pro" w:cs="Arial"/>
          <w:iCs/>
          <w:sz w:val="22"/>
        </w:rPr>
      </w:pPr>
      <w:r w:rsidRPr="008C5F64">
        <w:rPr>
          <w:rFonts w:ascii="TT Hoves Pro" w:eastAsia="Arial Unicode MS" w:hAnsi="TT Hoves Pro" w:cs="Arial"/>
          <w:iCs/>
          <w:sz w:val="22"/>
          <w:u w:val="single"/>
        </w:rPr>
        <w:t>Complément d’information</w:t>
      </w:r>
      <w:r w:rsidRPr="008C5F64">
        <w:rPr>
          <w:rFonts w:ascii="TT Hoves Pro" w:eastAsia="Arial Unicode MS" w:hAnsi="TT Hoves Pro" w:cs="Arial"/>
          <w:iCs/>
          <w:sz w:val="22"/>
        </w:rPr>
        <w:t xml:space="preserve"> : </w:t>
      </w:r>
    </w:p>
    <w:p w14:paraId="2DA7CB9F" w14:textId="77777777" w:rsidR="00DB11B8" w:rsidRPr="008C5F64" w:rsidRDefault="00DB11B8" w:rsidP="008E5FCC">
      <w:pPr>
        <w:jc w:val="both"/>
        <w:rPr>
          <w:rFonts w:ascii="TT Hoves Pro" w:hAnsi="TT Hoves Pro" w:cs="Arial"/>
          <w:sz w:val="22"/>
          <w:szCs w:val="22"/>
        </w:rPr>
      </w:pPr>
    </w:p>
    <w:p w14:paraId="193B4CC3" w14:textId="77777777" w:rsidR="007038F4" w:rsidRPr="008C5F64" w:rsidRDefault="008A2B54" w:rsidP="008E5FCC">
      <w:pPr>
        <w:jc w:val="both"/>
        <w:rPr>
          <w:rFonts w:ascii="TT Hoves Pro" w:hAnsi="TT Hoves Pro" w:cs="Arial"/>
          <w:sz w:val="22"/>
          <w:szCs w:val="22"/>
        </w:rPr>
      </w:pPr>
      <w:r w:rsidRPr="008C5F64">
        <w:rPr>
          <w:rFonts w:ascii="TT Hoves Pro" w:hAnsi="TT Hoves Pro" w:cs="Arial"/>
          <w:sz w:val="22"/>
          <w:szCs w:val="22"/>
        </w:rPr>
        <w:t>Contact pour renseignements complémentaires :</w:t>
      </w:r>
    </w:p>
    <w:p w14:paraId="12FC8F96" w14:textId="77777777" w:rsidR="00902116" w:rsidRPr="008C5F64" w:rsidRDefault="00636AAF" w:rsidP="008E5FCC">
      <w:pPr>
        <w:pStyle w:val="Paragraphedeliste"/>
        <w:numPr>
          <w:ilvl w:val="0"/>
          <w:numId w:val="16"/>
        </w:numPr>
        <w:jc w:val="both"/>
        <w:rPr>
          <w:rFonts w:ascii="TT Hoves Pro" w:hAnsi="TT Hoves Pro" w:cs="Arial"/>
          <w:sz w:val="22"/>
          <w:szCs w:val="22"/>
        </w:rPr>
      </w:pPr>
      <w:r w:rsidRPr="008C5F64">
        <w:rPr>
          <w:rFonts w:ascii="TT Hoves Pro" w:hAnsi="TT Hoves Pro" w:cs="Arial"/>
          <w:sz w:val="22"/>
          <w:szCs w:val="22"/>
        </w:rPr>
        <w:t xml:space="preserve">Philippe </w:t>
      </w:r>
      <w:r w:rsidR="0098050B" w:rsidRPr="008C5F64">
        <w:rPr>
          <w:rFonts w:ascii="TT Hoves Pro" w:hAnsi="TT Hoves Pro" w:cs="Arial"/>
          <w:sz w:val="22"/>
          <w:szCs w:val="22"/>
        </w:rPr>
        <w:t xml:space="preserve">DE PAULE </w:t>
      </w:r>
      <w:r w:rsidRPr="008C5F64">
        <w:rPr>
          <w:rFonts w:ascii="TT Hoves Pro" w:hAnsi="TT Hoves Pro" w:cs="Arial"/>
          <w:sz w:val="22"/>
          <w:szCs w:val="22"/>
        </w:rPr>
        <w:t>: 06 19 17 89 17</w:t>
      </w:r>
    </w:p>
    <w:p w14:paraId="7E1D308D" w14:textId="77777777" w:rsidR="004134B0" w:rsidRPr="008C5F64" w:rsidRDefault="004134B0" w:rsidP="008E5FCC">
      <w:pPr>
        <w:jc w:val="both"/>
        <w:rPr>
          <w:rFonts w:ascii="TT Hoves Pro" w:hAnsi="TT Hoves Pro" w:cs="Arial"/>
          <w:sz w:val="22"/>
          <w:szCs w:val="22"/>
        </w:rPr>
      </w:pPr>
    </w:p>
    <w:p w14:paraId="40DC80DE" w14:textId="77777777" w:rsidR="007038F4" w:rsidRPr="008C5F64" w:rsidRDefault="00902116" w:rsidP="008E5FCC">
      <w:pPr>
        <w:jc w:val="both"/>
        <w:rPr>
          <w:rFonts w:ascii="TT Hoves Pro" w:hAnsi="TT Hoves Pro" w:cs="Arial"/>
          <w:sz w:val="22"/>
          <w:szCs w:val="22"/>
        </w:rPr>
      </w:pPr>
      <w:r w:rsidRPr="008C5F64">
        <w:rPr>
          <w:rFonts w:ascii="TT Hoves Pro" w:hAnsi="TT Hoves Pro" w:cs="Arial"/>
          <w:sz w:val="22"/>
          <w:szCs w:val="22"/>
        </w:rPr>
        <w:t xml:space="preserve">Contact pour </w:t>
      </w:r>
      <w:r w:rsidR="00CA6AD1" w:rsidRPr="008C5F64">
        <w:rPr>
          <w:rFonts w:ascii="TT Hoves Pro" w:hAnsi="TT Hoves Pro" w:cs="Arial"/>
          <w:sz w:val="22"/>
          <w:szCs w:val="22"/>
        </w:rPr>
        <w:t xml:space="preserve">renseignements et </w:t>
      </w:r>
      <w:r w:rsidRPr="008C5F64">
        <w:rPr>
          <w:rFonts w:ascii="TT Hoves Pro" w:hAnsi="TT Hoves Pro" w:cs="Arial"/>
          <w:sz w:val="22"/>
          <w:szCs w:val="22"/>
        </w:rPr>
        <w:t>visite sur le terrain :</w:t>
      </w:r>
    </w:p>
    <w:p w14:paraId="66489100" w14:textId="77777777" w:rsidR="00636AAF" w:rsidRPr="008C5F64" w:rsidRDefault="00DF325E" w:rsidP="008E5FCC">
      <w:pPr>
        <w:pStyle w:val="Paragraphedeliste"/>
        <w:numPr>
          <w:ilvl w:val="0"/>
          <w:numId w:val="16"/>
        </w:numPr>
        <w:jc w:val="both"/>
        <w:rPr>
          <w:rFonts w:ascii="TT Hoves Pro" w:hAnsi="TT Hoves Pro" w:cs="Arial"/>
          <w:sz w:val="22"/>
          <w:szCs w:val="22"/>
        </w:rPr>
      </w:pPr>
      <w:r w:rsidRPr="008C5F64">
        <w:rPr>
          <w:rFonts w:ascii="TT Hoves Pro" w:hAnsi="TT Hoves Pro" w:cs="Arial"/>
          <w:sz w:val="22"/>
          <w:szCs w:val="22"/>
        </w:rPr>
        <w:t xml:space="preserve">Vincent </w:t>
      </w:r>
      <w:r w:rsidR="0098050B" w:rsidRPr="008C5F64">
        <w:rPr>
          <w:rFonts w:ascii="TT Hoves Pro" w:hAnsi="TT Hoves Pro" w:cs="Arial"/>
          <w:sz w:val="22"/>
          <w:szCs w:val="22"/>
        </w:rPr>
        <w:t>DUMEZ </w:t>
      </w:r>
      <w:r w:rsidRPr="008C5F64">
        <w:rPr>
          <w:rFonts w:ascii="TT Hoves Pro" w:hAnsi="TT Hoves Pro" w:cs="Arial"/>
          <w:sz w:val="22"/>
          <w:szCs w:val="22"/>
        </w:rPr>
        <w:t>: 06 26 11 35 95</w:t>
      </w:r>
    </w:p>
    <w:p w14:paraId="08EF8A5D" w14:textId="77777777" w:rsidR="004134B0" w:rsidRPr="008C5F64" w:rsidRDefault="004134B0" w:rsidP="008E5FCC">
      <w:pPr>
        <w:jc w:val="both"/>
        <w:rPr>
          <w:rFonts w:ascii="TT Hoves Pro" w:hAnsi="TT Hoves Pro" w:cs="Arial"/>
          <w:sz w:val="22"/>
          <w:szCs w:val="22"/>
        </w:rPr>
      </w:pPr>
    </w:p>
    <w:p w14:paraId="689BD1B2" w14:textId="77777777" w:rsidR="001129D2" w:rsidRPr="008C5F64" w:rsidRDefault="001129D2" w:rsidP="008E5FCC">
      <w:pPr>
        <w:jc w:val="both"/>
        <w:rPr>
          <w:rFonts w:ascii="TT Hoves Pro" w:hAnsi="TT Hoves Pro" w:cs="Arial"/>
          <w:sz w:val="22"/>
          <w:szCs w:val="22"/>
        </w:rPr>
      </w:pPr>
      <w:r w:rsidRPr="008C5F64">
        <w:rPr>
          <w:rFonts w:ascii="TT Hoves Pro" w:hAnsi="TT Hoves Pro" w:cs="Arial"/>
          <w:sz w:val="22"/>
          <w:szCs w:val="22"/>
        </w:rPr>
        <w:t>Contact pour visite sur le terrain :</w:t>
      </w:r>
    </w:p>
    <w:p w14:paraId="3CC8978B" w14:textId="2E83E3A1" w:rsidR="001129D2" w:rsidRPr="00502DEA" w:rsidRDefault="00BB193F" w:rsidP="008E5FCC">
      <w:pPr>
        <w:pStyle w:val="Paragraphedeliste"/>
        <w:numPr>
          <w:ilvl w:val="0"/>
          <w:numId w:val="16"/>
        </w:numPr>
        <w:jc w:val="both"/>
        <w:rPr>
          <w:rFonts w:ascii="TT Hoves Pro" w:hAnsi="TT Hoves Pro" w:cs="Arial"/>
          <w:sz w:val="22"/>
          <w:szCs w:val="22"/>
        </w:rPr>
      </w:pPr>
      <w:r>
        <w:rPr>
          <w:rFonts w:ascii="TT Hoves Pro" w:hAnsi="TT Hoves Pro" w:cs="Arial"/>
          <w:sz w:val="22"/>
          <w:szCs w:val="22"/>
        </w:rPr>
        <w:t>Clément GUYOT</w:t>
      </w:r>
      <w:r w:rsidR="001129D2" w:rsidRPr="00502DEA">
        <w:rPr>
          <w:rFonts w:ascii="TT Hoves Pro" w:hAnsi="TT Hoves Pro" w:cs="Arial"/>
          <w:sz w:val="22"/>
          <w:szCs w:val="22"/>
        </w:rPr>
        <w:t xml:space="preserve"> : 06 </w:t>
      </w:r>
      <w:r w:rsidR="00154E23">
        <w:rPr>
          <w:rFonts w:ascii="TT Hoves Pro" w:hAnsi="TT Hoves Pro" w:cs="Arial"/>
          <w:sz w:val="22"/>
          <w:szCs w:val="22"/>
        </w:rPr>
        <w:t>03 13 44 45</w:t>
      </w:r>
    </w:p>
    <w:p w14:paraId="766A8F54" w14:textId="77777777" w:rsidR="007038F4" w:rsidRPr="008C5F64" w:rsidRDefault="007038F4" w:rsidP="008E5FCC">
      <w:pPr>
        <w:ind w:firstLine="1134"/>
        <w:jc w:val="both"/>
        <w:rPr>
          <w:rFonts w:ascii="TT Hoves Pro" w:hAnsi="TT Hoves Pro" w:cs="Arial"/>
          <w:sz w:val="22"/>
          <w:szCs w:val="22"/>
        </w:rPr>
      </w:pPr>
    </w:p>
    <w:p w14:paraId="71096F91" w14:textId="77777777" w:rsidR="0098050B" w:rsidRDefault="0098050B" w:rsidP="008E5FCC">
      <w:pPr>
        <w:ind w:firstLine="1134"/>
        <w:jc w:val="both"/>
        <w:rPr>
          <w:rFonts w:ascii="TT Hoves Pro" w:hAnsi="TT Hoves Pro" w:cs="Arial"/>
          <w:sz w:val="22"/>
          <w:szCs w:val="22"/>
        </w:rPr>
      </w:pPr>
    </w:p>
    <w:p w14:paraId="32F9D585" w14:textId="77777777" w:rsidR="00154E23" w:rsidRPr="008C5F64" w:rsidRDefault="00154E23" w:rsidP="008E5FCC">
      <w:pPr>
        <w:ind w:firstLine="1134"/>
        <w:jc w:val="both"/>
        <w:rPr>
          <w:rFonts w:ascii="TT Hoves Pro" w:hAnsi="TT Hoves Pro" w:cs="Arial"/>
          <w:sz w:val="22"/>
          <w:szCs w:val="22"/>
        </w:rPr>
      </w:pPr>
    </w:p>
    <w:p w14:paraId="1209F6CE" w14:textId="77777777" w:rsidR="008A2B54" w:rsidRPr="008C5F64" w:rsidRDefault="00BC5DEE" w:rsidP="008E5FCC">
      <w:pPr>
        <w:pStyle w:val="TitreParag"/>
        <w:numPr>
          <w:ilvl w:val="0"/>
          <w:numId w:val="5"/>
        </w:numPr>
        <w:spacing w:before="0"/>
        <w:jc w:val="both"/>
        <w:rPr>
          <w:rFonts w:ascii="TT Hoves Pro" w:eastAsia="Arial Unicode MS" w:hAnsi="TT Hoves Pro" w:cs="Arial"/>
          <w:iCs/>
          <w:sz w:val="22"/>
        </w:rPr>
      </w:pPr>
      <w:r w:rsidRPr="008C5F64">
        <w:rPr>
          <w:rFonts w:ascii="TT Hoves Pro" w:eastAsia="Arial Unicode MS" w:hAnsi="TT Hoves Pro" w:cs="Arial"/>
          <w:iCs/>
          <w:sz w:val="22"/>
          <w:u w:val="single"/>
        </w:rPr>
        <w:t>Candidature retenue</w:t>
      </w:r>
      <w:r w:rsidRPr="008C5F64">
        <w:rPr>
          <w:rFonts w:ascii="TT Hoves Pro" w:eastAsia="Arial Unicode MS" w:hAnsi="TT Hoves Pro" w:cs="Arial"/>
          <w:iCs/>
          <w:sz w:val="22"/>
        </w:rPr>
        <w:t> :</w:t>
      </w:r>
    </w:p>
    <w:p w14:paraId="234DEA52" w14:textId="77777777" w:rsidR="0098050B" w:rsidRPr="008C5F64" w:rsidRDefault="0098050B" w:rsidP="008E5FCC">
      <w:pPr>
        <w:jc w:val="both"/>
        <w:rPr>
          <w:rFonts w:ascii="TT Hoves Pro" w:hAnsi="TT Hoves Pro" w:cs="Arial"/>
          <w:sz w:val="22"/>
          <w:szCs w:val="22"/>
        </w:rPr>
      </w:pPr>
    </w:p>
    <w:p w14:paraId="7F230914" w14:textId="77777777" w:rsidR="008A2B54" w:rsidRDefault="00BC5DEE" w:rsidP="008E5FCC">
      <w:pPr>
        <w:jc w:val="both"/>
        <w:rPr>
          <w:rFonts w:ascii="TT Hoves Pro" w:hAnsi="TT Hoves Pro" w:cs="Arial"/>
          <w:sz w:val="22"/>
          <w:szCs w:val="22"/>
        </w:rPr>
      </w:pPr>
      <w:r w:rsidRPr="008C5F64">
        <w:rPr>
          <w:rFonts w:ascii="TT Hoves Pro" w:hAnsi="TT Hoves Pro" w:cs="Arial"/>
          <w:sz w:val="22"/>
          <w:szCs w:val="22"/>
        </w:rPr>
        <w:t>Le</w:t>
      </w:r>
      <w:r w:rsidR="00CD1AB1" w:rsidRPr="008C5F64">
        <w:rPr>
          <w:rFonts w:ascii="TT Hoves Pro" w:hAnsi="TT Hoves Pro" w:cs="Arial"/>
          <w:sz w:val="22"/>
          <w:szCs w:val="22"/>
        </w:rPr>
        <w:t xml:space="preserve"> candidat retenu</w:t>
      </w:r>
      <w:r w:rsidRPr="008C5F64">
        <w:rPr>
          <w:rFonts w:ascii="TT Hoves Pro" w:hAnsi="TT Hoves Pro" w:cs="Arial"/>
          <w:sz w:val="22"/>
          <w:szCs w:val="22"/>
        </w:rPr>
        <w:t xml:space="preserve"> se</w:t>
      </w:r>
      <w:r w:rsidR="0087008D" w:rsidRPr="008C5F64">
        <w:rPr>
          <w:rFonts w:ascii="TT Hoves Pro" w:hAnsi="TT Hoves Pro" w:cs="Arial"/>
          <w:sz w:val="22"/>
          <w:szCs w:val="22"/>
        </w:rPr>
        <w:t>ra préve</w:t>
      </w:r>
      <w:r w:rsidR="008817EC" w:rsidRPr="008C5F64">
        <w:rPr>
          <w:rFonts w:ascii="TT Hoves Pro" w:hAnsi="TT Hoves Pro" w:cs="Arial"/>
          <w:sz w:val="22"/>
          <w:szCs w:val="22"/>
        </w:rPr>
        <w:t>nu par courri</w:t>
      </w:r>
      <w:r w:rsidR="00267759">
        <w:rPr>
          <w:rFonts w:ascii="TT Hoves Pro" w:hAnsi="TT Hoves Pro" w:cs="Arial"/>
          <w:sz w:val="22"/>
          <w:szCs w:val="22"/>
        </w:rPr>
        <w:t>er</w:t>
      </w:r>
      <w:r w:rsidR="004F51BC" w:rsidRPr="008C5F64">
        <w:rPr>
          <w:rFonts w:ascii="TT Hoves Pro" w:hAnsi="TT Hoves Pro" w:cs="Arial"/>
          <w:sz w:val="22"/>
          <w:szCs w:val="22"/>
        </w:rPr>
        <w:t>.</w:t>
      </w:r>
    </w:p>
    <w:p w14:paraId="7E20346E" w14:textId="77777777" w:rsidR="009E1826" w:rsidRPr="008C5F64" w:rsidRDefault="009E1826" w:rsidP="008E5FCC">
      <w:pPr>
        <w:jc w:val="both"/>
        <w:rPr>
          <w:rFonts w:ascii="TT Hoves Pro" w:hAnsi="TT Hoves Pro" w:cs="Arial"/>
          <w:sz w:val="22"/>
          <w:szCs w:val="22"/>
        </w:rPr>
      </w:pPr>
    </w:p>
    <w:p w14:paraId="34885D04" w14:textId="77777777" w:rsidR="00C00A59" w:rsidRPr="008C5F64" w:rsidRDefault="00C00A59" w:rsidP="008E5FCC">
      <w:pPr>
        <w:jc w:val="both"/>
        <w:rPr>
          <w:rFonts w:ascii="TT Hoves Pro" w:hAnsi="TT Hoves Pro" w:cs="Arial"/>
          <w:sz w:val="22"/>
          <w:szCs w:val="22"/>
        </w:rPr>
      </w:pPr>
    </w:p>
    <w:p w14:paraId="6E65426F" w14:textId="77777777" w:rsidR="008A2B54" w:rsidRPr="008C5F64" w:rsidRDefault="002618F9" w:rsidP="008E5FCC">
      <w:pPr>
        <w:pStyle w:val="TitreParag"/>
        <w:numPr>
          <w:ilvl w:val="0"/>
          <w:numId w:val="5"/>
        </w:numPr>
        <w:spacing w:before="0"/>
        <w:jc w:val="both"/>
        <w:rPr>
          <w:rFonts w:ascii="TT Hoves Pro" w:eastAsia="Arial Unicode MS" w:hAnsi="TT Hoves Pro" w:cs="Arial"/>
          <w:iCs/>
          <w:sz w:val="22"/>
        </w:rPr>
      </w:pPr>
      <w:r w:rsidRPr="008C5F64">
        <w:rPr>
          <w:rFonts w:ascii="TT Hoves Pro" w:eastAsia="Arial Unicode MS" w:hAnsi="TT Hoves Pro" w:cs="Arial"/>
          <w:iCs/>
          <w:sz w:val="22"/>
          <w:u w:val="single"/>
        </w:rPr>
        <w:t xml:space="preserve">Validation du règlement </w:t>
      </w:r>
      <w:r w:rsidR="002F61B1" w:rsidRPr="008C5F64">
        <w:rPr>
          <w:rFonts w:ascii="TT Hoves Pro" w:eastAsia="Arial Unicode MS" w:hAnsi="TT Hoves Pro" w:cs="Arial"/>
          <w:iCs/>
          <w:sz w:val="22"/>
          <w:u w:val="single"/>
        </w:rPr>
        <w:t>d’adjudication</w:t>
      </w:r>
      <w:r w:rsidR="008A2B54" w:rsidRPr="008C5F64">
        <w:rPr>
          <w:rFonts w:ascii="TT Hoves Pro" w:eastAsia="Arial Unicode MS" w:hAnsi="TT Hoves Pro" w:cs="Arial"/>
          <w:iCs/>
          <w:sz w:val="22"/>
        </w:rPr>
        <w:t> :</w:t>
      </w:r>
    </w:p>
    <w:p w14:paraId="3DB29050" w14:textId="77777777" w:rsidR="0098050B" w:rsidRPr="008C5F64" w:rsidRDefault="0098050B" w:rsidP="008E5FCC">
      <w:pPr>
        <w:tabs>
          <w:tab w:val="right" w:leader="dot" w:pos="3969"/>
        </w:tabs>
        <w:jc w:val="both"/>
        <w:rPr>
          <w:rFonts w:ascii="TT Hoves Pro" w:hAnsi="TT Hoves Pro" w:cs="Arial"/>
          <w:sz w:val="22"/>
          <w:szCs w:val="22"/>
        </w:rPr>
      </w:pPr>
    </w:p>
    <w:p w14:paraId="06572DCC" w14:textId="77777777" w:rsidR="008A2B54" w:rsidRPr="008C5F64" w:rsidRDefault="0098050B" w:rsidP="008E5FCC">
      <w:pPr>
        <w:tabs>
          <w:tab w:val="right" w:leader="dot" w:pos="3969"/>
        </w:tabs>
        <w:jc w:val="both"/>
        <w:rPr>
          <w:rFonts w:ascii="TT Hoves Pro" w:hAnsi="TT Hoves Pro" w:cs="Arial"/>
          <w:sz w:val="22"/>
          <w:szCs w:val="22"/>
        </w:rPr>
      </w:pPr>
      <w:r w:rsidRPr="008C5F64">
        <w:rPr>
          <w:rFonts w:ascii="TT Hoves Pro" w:hAnsi="TT Hoves Pro" w:cs="Arial"/>
          <w:sz w:val="22"/>
          <w:szCs w:val="22"/>
        </w:rPr>
        <w:t xml:space="preserve">Candidat : </w:t>
      </w:r>
      <w:r w:rsidRPr="008C5F64">
        <w:rPr>
          <w:rFonts w:ascii="TT Hoves Pro" w:hAnsi="TT Hoves Pro" w:cs="Arial"/>
          <w:sz w:val="22"/>
          <w:szCs w:val="22"/>
        </w:rPr>
        <w:tab/>
      </w:r>
    </w:p>
    <w:p w14:paraId="5984B1B1" w14:textId="77777777" w:rsidR="0098050B" w:rsidRPr="008C5F64" w:rsidRDefault="0098050B" w:rsidP="008E5FCC">
      <w:pPr>
        <w:tabs>
          <w:tab w:val="right" w:leader="dot" w:pos="3969"/>
        </w:tabs>
        <w:jc w:val="both"/>
        <w:rPr>
          <w:rFonts w:ascii="TT Hoves Pro" w:hAnsi="TT Hoves Pro" w:cs="Arial"/>
          <w:sz w:val="22"/>
          <w:szCs w:val="22"/>
        </w:rPr>
      </w:pPr>
    </w:p>
    <w:p w14:paraId="52A1B12F" w14:textId="77777777" w:rsidR="0098050B" w:rsidRPr="008C5F64" w:rsidRDefault="0098050B" w:rsidP="008E5FCC">
      <w:pPr>
        <w:tabs>
          <w:tab w:val="right" w:leader="dot" w:pos="3969"/>
        </w:tabs>
        <w:jc w:val="both"/>
        <w:rPr>
          <w:rFonts w:ascii="TT Hoves Pro" w:hAnsi="TT Hoves Pro" w:cs="Arial"/>
          <w:sz w:val="22"/>
          <w:szCs w:val="22"/>
        </w:rPr>
      </w:pPr>
      <w:r w:rsidRPr="008C5F64">
        <w:rPr>
          <w:rFonts w:ascii="TT Hoves Pro" w:hAnsi="TT Hoves Pro" w:cs="Arial"/>
          <w:sz w:val="22"/>
          <w:szCs w:val="22"/>
        </w:rPr>
        <w:t xml:space="preserve">Date : </w:t>
      </w:r>
      <w:r w:rsidRPr="008C5F64">
        <w:rPr>
          <w:rFonts w:ascii="TT Hoves Pro" w:hAnsi="TT Hoves Pro" w:cs="Arial"/>
          <w:sz w:val="22"/>
          <w:szCs w:val="22"/>
        </w:rPr>
        <w:tab/>
      </w:r>
    </w:p>
    <w:p w14:paraId="201748C5" w14:textId="77777777" w:rsidR="0098050B" w:rsidRPr="008C5F64" w:rsidRDefault="0098050B" w:rsidP="008E5FCC">
      <w:pPr>
        <w:jc w:val="both"/>
        <w:rPr>
          <w:rFonts w:ascii="TT Hoves Pro" w:hAnsi="TT Hoves Pro" w:cs="Arial"/>
          <w:sz w:val="22"/>
          <w:szCs w:val="22"/>
        </w:rPr>
      </w:pPr>
    </w:p>
    <w:p w14:paraId="384F683C" w14:textId="77777777" w:rsidR="0098050B" w:rsidRPr="0098050B" w:rsidRDefault="0098050B" w:rsidP="0098050B">
      <w:pPr>
        <w:rPr>
          <w:rFonts w:ascii="TT Hoves Pro" w:hAnsi="TT Hoves Pro" w:cs="Arial"/>
          <w:sz w:val="22"/>
          <w:szCs w:val="22"/>
        </w:rPr>
      </w:pPr>
      <w:r>
        <w:rPr>
          <w:rFonts w:ascii="TT Hoves Pro" w:hAnsi="TT Hoves Pro" w:cs="Arial"/>
          <w:sz w:val="22"/>
          <w:szCs w:val="22"/>
        </w:rPr>
        <w:t xml:space="preserve">Signature : </w:t>
      </w:r>
    </w:p>
    <w:sectPr w:rsidR="0098050B" w:rsidRPr="0098050B" w:rsidSect="003C348D">
      <w:headerReference w:type="even" r:id="rId9"/>
      <w:headerReference w:type="default" r:id="rId10"/>
      <w:footerReference w:type="even" r:id="rId11"/>
      <w:footerReference w:type="default" r:id="rId12"/>
      <w:headerReference w:type="first" r:id="rId13"/>
      <w:footerReference w:type="first" r:id="rId14"/>
      <w:footnotePr>
        <w:pos w:val="beneathText"/>
        <w:numRestart w:val="eachPage"/>
      </w:footnotePr>
      <w:pgSz w:w="11901" w:h="16840" w:code="139"/>
      <w:pgMar w:top="1134" w:right="1134" w:bottom="1418" w:left="1418" w:header="0" w:footer="284"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140F0" w14:textId="77777777" w:rsidR="0062354D" w:rsidRDefault="0062354D">
      <w:r>
        <w:separator/>
      </w:r>
    </w:p>
  </w:endnote>
  <w:endnote w:type="continuationSeparator" w:id="0">
    <w:p w14:paraId="7ED0B626" w14:textId="77777777" w:rsidR="0062354D" w:rsidRDefault="00623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auna">
    <w:altName w:val="Calibri"/>
    <w:charset w:val="00"/>
    <w:family w:val="auto"/>
    <w:pitch w:val="variable"/>
    <w:sig w:usb0="800000AF" w:usb1="5000204A" w:usb2="00000000" w:usb3="00000000" w:csb0="00000009" w:csb1="00000000"/>
  </w:font>
  <w:font w:name="Microsoft Sans Serif">
    <w:panose1 w:val="020B0604020202020204"/>
    <w:charset w:val="00"/>
    <w:family w:val="swiss"/>
    <w:pitch w:val="variable"/>
    <w:sig w:usb0="E5002EFF" w:usb1="C000605B" w:usb2="00000029" w:usb3="00000000" w:csb0="000101FF" w:csb1="00000000"/>
  </w:font>
  <w:font w:name="Helvetica-Bold">
    <w:panose1 w:val="00000000000000000000"/>
    <w:charset w:val="00"/>
    <w:family w:val="swiss"/>
    <w:notTrueType/>
    <w:pitch w:val="default"/>
    <w:sig w:usb0="00000003" w:usb1="00000000" w:usb2="00000000" w:usb3="00000000" w:csb0="00000001" w:csb1="00000000"/>
  </w:font>
  <w:font w:name="TT Hoves Pro">
    <w:panose1 w:val="020B0003020000020203"/>
    <w:charset w:val="00"/>
    <w:family w:val="swiss"/>
    <w:pitch w:val="variable"/>
    <w:sig w:usb0="A000027F" w:usb1="5000A4FB" w:usb2="00000000" w:usb3="00000000" w:csb0="00000097"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8EBDF" w14:textId="77777777" w:rsidR="003C348D" w:rsidRDefault="003C348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1057F" w14:textId="4FE2B3BC" w:rsidR="002C3FB8" w:rsidRPr="003C348D" w:rsidRDefault="003C348D" w:rsidP="003C348D">
    <w:pPr>
      <w:pStyle w:val="En-tte"/>
      <w:tabs>
        <w:tab w:val="center" w:pos="4674"/>
        <w:tab w:val="left" w:pos="7560"/>
      </w:tabs>
      <w:rPr>
        <w:rFonts w:ascii="TT Hoves Pro" w:hAnsi="TT Hoves Pro"/>
      </w:rPr>
    </w:pPr>
    <w:r>
      <w:rPr>
        <w:noProof/>
        <w:sz w:val="24"/>
      </w:rPr>
      <mc:AlternateContent>
        <mc:Choice Requires="wps">
          <w:drawing>
            <wp:anchor distT="0" distB="0" distL="114300" distR="114300" simplePos="0" relativeHeight="251659264" behindDoc="0" locked="0" layoutInCell="1" allowOverlap="1" wp14:anchorId="4716220A" wp14:editId="77D7E364">
              <wp:simplePos x="0" y="0"/>
              <wp:positionH relativeFrom="margin">
                <wp:posOffset>4945380</wp:posOffset>
              </wp:positionH>
              <wp:positionV relativeFrom="margin">
                <wp:posOffset>9175750</wp:posOffset>
              </wp:positionV>
              <wp:extent cx="1080000" cy="609600"/>
              <wp:effectExtent l="0" t="0" r="25400" b="19050"/>
              <wp:wrapSquare wrapText="bothSides"/>
              <wp:docPr id="370169144" name="Zone de texte 1"/>
              <wp:cNvGraphicFramePr/>
              <a:graphic xmlns:a="http://schemas.openxmlformats.org/drawingml/2006/main">
                <a:graphicData uri="http://schemas.microsoft.com/office/word/2010/wordprocessingShape">
                  <wps:wsp>
                    <wps:cNvSpPr txBox="1"/>
                    <wps:spPr>
                      <a:xfrm>
                        <a:off x="0" y="0"/>
                        <a:ext cx="1080000" cy="609600"/>
                      </a:xfrm>
                      <a:prstGeom prst="rect">
                        <a:avLst/>
                      </a:prstGeom>
                      <a:solidFill>
                        <a:sysClr val="window" lastClr="FFFFFF"/>
                      </a:solidFill>
                      <a:ln w="6350">
                        <a:solidFill>
                          <a:prstClr val="black"/>
                        </a:solidFill>
                      </a:ln>
                    </wps:spPr>
                    <wps:txbx>
                      <w:txbxContent>
                        <w:p w14:paraId="5853383A" w14:textId="77777777" w:rsidR="003C348D" w:rsidRPr="001176DD" w:rsidRDefault="003C348D" w:rsidP="003C348D">
                          <w:pPr>
                            <w:spacing w:after="60"/>
                            <w:rPr>
                              <w:rFonts w:ascii="TT Hoves Pro" w:hAnsi="TT Hoves Pro"/>
                              <w:sz w:val="16"/>
                              <w:szCs w:val="16"/>
                            </w:rPr>
                          </w:pPr>
                          <w:r w:rsidRPr="001176DD">
                            <w:rPr>
                              <w:rFonts w:ascii="TT Hoves Pro" w:hAnsi="TT Hoves Pro"/>
                              <w:sz w:val="16"/>
                              <w:szCs w:val="16"/>
                            </w:rPr>
                            <w:t>Date :</w:t>
                          </w:r>
                        </w:p>
                        <w:p w14:paraId="0BA1006F" w14:textId="77777777" w:rsidR="003C348D" w:rsidRPr="001176DD" w:rsidRDefault="003C348D" w:rsidP="003C348D">
                          <w:pPr>
                            <w:rPr>
                              <w:rFonts w:ascii="TT Hoves Pro" w:hAnsi="TT Hoves Pro"/>
                              <w:sz w:val="16"/>
                              <w:szCs w:val="16"/>
                            </w:rPr>
                          </w:pPr>
                          <w:r w:rsidRPr="001176DD">
                            <w:rPr>
                              <w:rFonts w:ascii="TT Hoves Pro" w:hAnsi="TT Hoves Pro"/>
                              <w:sz w:val="16"/>
                              <w:szCs w:val="16"/>
                            </w:rPr>
                            <w:t>Paraphe</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16220A" id="_x0000_t202" coordsize="21600,21600" o:spt="202" path="m,l,21600r21600,l21600,xe">
              <v:stroke joinstyle="miter"/>
              <v:path gradientshapeok="t" o:connecttype="rect"/>
            </v:shapetype>
            <v:shape id="Zone de texte 1" o:spid="_x0000_s1026" type="#_x0000_t202" style="position:absolute;margin-left:389.4pt;margin-top:722.5pt;width:85.05pt;height:4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" fillcolor="window" strokeweight=".5pt">
              <v:textbox>
                <w:txbxContent>
                  <w:p w14:paraId="5853383A" w14:textId="77777777" w:rsidR="003C348D" w:rsidRPr="001176DD" w:rsidRDefault="003C348D" w:rsidP="003C348D">
                    <w:pPr>
                      <w:spacing w:after="60"/>
                      <w:rPr>
                        <w:rFonts w:ascii="TT Hoves Pro" w:hAnsi="TT Hoves Pro"/>
                        <w:sz w:val="16"/>
                        <w:szCs w:val="16"/>
                      </w:rPr>
                    </w:pPr>
                    <w:r w:rsidRPr="001176DD">
                      <w:rPr>
                        <w:rFonts w:ascii="TT Hoves Pro" w:hAnsi="TT Hoves Pro"/>
                        <w:sz w:val="16"/>
                        <w:szCs w:val="16"/>
                      </w:rPr>
                      <w:t>Date :</w:t>
                    </w:r>
                  </w:p>
                  <w:p w14:paraId="0BA1006F" w14:textId="77777777" w:rsidR="003C348D" w:rsidRPr="001176DD" w:rsidRDefault="003C348D" w:rsidP="003C348D">
                    <w:pPr>
                      <w:rPr>
                        <w:rFonts w:ascii="TT Hoves Pro" w:hAnsi="TT Hoves Pro"/>
                        <w:sz w:val="16"/>
                        <w:szCs w:val="16"/>
                      </w:rPr>
                    </w:pPr>
                    <w:r w:rsidRPr="001176DD">
                      <w:rPr>
                        <w:rFonts w:ascii="TT Hoves Pro" w:hAnsi="TT Hoves Pro"/>
                        <w:sz w:val="16"/>
                        <w:szCs w:val="16"/>
                      </w:rPr>
                      <w:t>Paraphe</w:t>
                    </w:r>
                  </w:p>
                </w:txbxContent>
              </v:textbox>
              <w10:wrap type="square" anchorx="margin" anchory="margin"/>
            </v:shape>
          </w:pict>
        </mc:Fallback>
      </mc:AlternateContent>
    </w:r>
    <w:r>
      <w:rPr>
        <w:rFonts w:ascii="TT Hoves Pro" w:hAnsi="TT Hoves Pro"/>
      </w:rPr>
      <w:tab/>
    </w:r>
    <w:r w:rsidR="002C3FB8" w:rsidRPr="003C348D">
      <w:rPr>
        <w:rFonts w:ascii="TT Hoves Pro" w:hAnsi="TT Hoves Pro"/>
      </w:rPr>
      <w:t xml:space="preserve">Règlement </w:t>
    </w:r>
    <w:r w:rsidR="00BB06AE" w:rsidRPr="003C348D">
      <w:rPr>
        <w:rFonts w:ascii="TT Hoves Pro" w:hAnsi="TT Hoves Pro"/>
      </w:rPr>
      <w:t>d’adjudication</w:t>
    </w:r>
    <w:r w:rsidR="002C3FB8" w:rsidRPr="003C348D">
      <w:rPr>
        <w:rFonts w:ascii="TT Hoves Pro" w:hAnsi="TT Hoves Pro"/>
      </w:rPr>
      <w:t xml:space="preserve"> - Page </w:t>
    </w:r>
    <w:r w:rsidR="002C3FB8" w:rsidRPr="003C348D">
      <w:rPr>
        <w:rStyle w:val="Numrodepage"/>
        <w:rFonts w:ascii="TT Hoves Pro" w:hAnsi="TT Hoves Pro"/>
      </w:rPr>
      <w:fldChar w:fldCharType="begin"/>
    </w:r>
    <w:r w:rsidR="002C3FB8" w:rsidRPr="003C348D">
      <w:rPr>
        <w:rStyle w:val="Numrodepage"/>
        <w:rFonts w:ascii="TT Hoves Pro" w:hAnsi="TT Hoves Pro"/>
      </w:rPr>
      <w:instrText xml:space="preserve"> PAGE </w:instrText>
    </w:r>
    <w:r w:rsidR="002C3FB8" w:rsidRPr="003C348D">
      <w:rPr>
        <w:rStyle w:val="Numrodepage"/>
        <w:rFonts w:ascii="TT Hoves Pro" w:hAnsi="TT Hoves Pro"/>
      </w:rPr>
      <w:fldChar w:fldCharType="separate"/>
    </w:r>
    <w:r w:rsidR="002F21A1" w:rsidRPr="003C348D">
      <w:rPr>
        <w:rStyle w:val="Numrodepage"/>
        <w:rFonts w:ascii="TT Hoves Pro" w:hAnsi="TT Hoves Pro"/>
        <w:noProof/>
      </w:rPr>
      <w:t>3</w:t>
    </w:r>
    <w:r w:rsidR="002C3FB8" w:rsidRPr="003C348D">
      <w:rPr>
        <w:rStyle w:val="Numrodepage"/>
        <w:rFonts w:ascii="TT Hoves Pro" w:hAnsi="TT Hoves Pro"/>
      </w:rPr>
      <w:fldChar w:fldCharType="end"/>
    </w:r>
    <w:r w:rsidR="002C3FB8" w:rsidRPr="003C348D">
      <w:rPr>
        <w:rStyle w:val="Numrodepage"/>
        <w:rFonts w:ascii="TT Hoves Pro" w:hAnsi="TT Hoves Pro"/>
      </w:rPr>
      <w:t xml:space="preserve"> sur </w:t>
    </w:r>
    <w:r w:rsidR="002C3FB8" w:rsidRPr="003C348D">
      <w:rPr>
        <w:rStyle w:val="Numrodepage"/>
        <w:rFonts w:ascii="TT Hoves Pro" w:hAnsi="TT Hoves Pro"/>
      </w:rPr>
      <w:fldChar w:fldCharType="begin"/>
    </w:r>
    <w:r w:rsidR="002C3FB8" w:rsidRPr="003C348D">
      <w:rPr>
        <w:rStyle w:val="Numrodepage"/>
        <w:rFonts w:ascii="TT Hoves Pro" w:hAnsi="TT Hoves Pro"/>
      </w:rPr>
      <w:instrText xml:space="preserve"> NUMPAGES </w:instrText>
    </w:r>
    <w:r w:rsidR="002C3FB8" w:rsidRPr="003C348D">
      <w:rPr>
        <w:rStyle w:val="Numrodepage"/>
        <w:rFonts w:ascii="TT Hoves Pro" w:hAnsi="TT Hoves Pro"/>
      </w:rPr>
      <w:fldChar w:fldCharType="separate"/>
    </w:r>
    <w:r w:rsidR="002F21A1" w:rsidRPr="003C348D">
      <w:rPr>
        <w:rStyle w:val="Numrodepage"/>
        <w:rFonts w:ascii="TT Hoves Pro" w:hAnsi="TT Hoves Pro"/>
        <w:noProof/>
      </w:rPr>
      <w:t>3</w:t>
    </w:r>
    <w:r w:rsidR="002C3FB8" w:rsidRPr="003C348D">
      <w:rPr>
        <w:rStyle w:val="Numrodepage"/>
        <w:rFonts w:ascii="TT Hoves Pro" w:hAnsi="TT Hoves Pro"/>
      </w:rPr>
      <w:fldChar w:fldCharType="end"/>
    </w:r>
    <w:r>
      <w:rPr>
        <w:rStyle w:val="Numrodepage"/>
        <w:rFonts w:ascii="TT Hoves Pro" w:hAnsi="TT Hoves Pro"/>
      </w:rPr>
      <w:tab/>
    </w:r>
  </w:p>
  <w:p w14:paraId="1BBC97C8" w14:textId="77777777" w:rsidR="002C3FB8" w:rsidRDefault="002C3FB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D7ED9" w14:textId="77777777" w:rsidR="00817382" w:rsidRPr="00B23C2D" w:rsidRDefault="00817382" w:rsidP="00817382">
    <w:pPr>
      <w:pStyle w:val="En-tte"/>
      <w:jc w:val="center"/>
    </w:pPr>
    <w:r>
      <w:t xml:space="preserve">Règlement </w:t>
    </w:r>
    <w:r w:rsidR="00BB06AE">
      <w:t>d’adjudication</w:t>
    </w:r>
    <w:r>
      <w:t xml:space="preserve"> - Page </w:t>
    </w:r>
    <w:r>
      <w:rPr>
        <w:rStyle w:val="Numrodepage"/>
      </w:rPr>
      <w:fldChar w:fldCharType="begin"/>
    </w:r>
    <w:r>
      <w:rPr>
        <w:rStyle w:val="Numrodepage"/>
      </w:rPr>
      <w:instrText xml:space="preserve"> PAGE </w:instrText>
    </w:r>
    <w:r>
      <w:rPr>
        <w:rStyle w:val="Numrodepage"/>
      </w:rPr>
      <w:fldChar w:fldCharType="separate"/>
    </w:r>
    <w:r w:rsidR="002F21A1">
      <w:rPr>
        <w:rStyle w:val="Numrodepage"/>
        <w:noProof/>
      </w:rPr>
      <w:t>1</w:t>
    </w:r>
    <w:r>
      <w:rPr>
        <w:rStyle w:val="Numrodepage"/>
      </w:rPr>
      <w:fldChar w:fldCharType="end"/>
    </w:r>
    <w:r>
      <w:rPr>
        <w:rStyle w:val="Numrodepage"/>
      </w:rPr>
      <w:t xml:space="preserve"> sur </w:t>
    </w:r>
    <w:r>
      <w:rPr>
        <w:rStyle w:val="Numrodepage"/>
      </w:rPr>
      <w:fldChar w:fldCharType="begin"/>
    </w:r>
    <w:r>
      <w:rPr>
        <w:rStyle w:val="Numrodepage"/>
      </w:rPr>
      <w:instrText xml:space="preserve"> NUMPAGES </w:instrText>
    </w:r>
    <w:r>
      <w:rPr>
        <w:rStyle w:val="Numrodepage"/>
      </w:rPr>
      <w:fldChar w:fldCharType="separate"/>
    </w:r>
    <w:r w:rsidR="002F21A1">
      <w:rPr>
        <w:rStyle w:val="Numrodepage"/>
        <w:noProof/>
      </w:rPr>
      <w:t>3</w:t>
    </w:r>
    <w:r>
      <w:rPr>
        <w:rStyle w:val="Numrodepage"/>
      </w:rPr>
      <w:fldChar w:fldCharType="end"/>
    </w:r>
  </w:p>
  <w:p w14:paraId="5B8850E1" w14:textId="77777777" w:rsidR="00817382" w:rsidRDefault="008173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EB91A" w14:textId="77777777" w:rsidR="0062354D" w:rsidRDefault="0062354D">
      <w:r>
        <w:separator/>
      </w:r>
    </w:p>
  </w:footnote>
  <w:footnote w:type="continuationSeparator" w:id="0">
    <w:p w14:paraId="00EB8127" w14:textId="77777777" w:rsidR="0062354D" w:rsidRDefault="00623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0059C" w14:textId="77777777" w:rsidR="003C348D" w:rsidRDefault="003C34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084C5" w14:textId="77777777" w:rsidR="003C348D" w:rsidRDefault="003C348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47CDD" w14:textId="77777777" w:rsidR="003C348D" w:rsidRDefault="003C348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2278"/>
    <w:multiLevelType w:val="hybridMultilevel"/>
    <w:tmpl w:val="2C4CA326"/>
    <w:lvl w:ilvl="0" w:tplc="EF60D0A8">
      <w:numFmt w:val="bullet"/>
      <w:lvlText w:val="-"/>
      <w:lvlJc w:val="left"/>
      <w:pPr>
        <w:ind w:left="720" w:hanging="360"/>
      </w:pPr>
      <w:rPr>
        <w:rFonts w:ascii="Arial Unicode MS" w:eastAsia="Arial Unicode MS" w:hAnsi="Arial Unicode MS" w:cs="Arial Unicode MS"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F94533"/>
    <w:multiLevelType w:val="hybridMultilevel"/>
    <w:tmpl w:val="4AF2AB3E"/>
    <w:lvl w:ilvl="0" w:tplc="EF60D0A8">
      <w:numFmt w:val="bullet"/>
      <w:lvlText w:val="-"/>
      <w:lvlJc w:val="left"/>
      <w:pPr>
        <w:tabs>
          <w:tab w:val="num" w:pos="780"/>
        </w:tabs>
        <w:ind w:left="240" w:firstLine="0"/>
      </w:pPr>
      <w:rPr>
        <w:rFonts w:ascii="Arial Unicode MS" w:eastAsia="Arial Unicode MS" w:hAnsi="Arial Unicode MS" w:cs="Arial Unicode MS" w:hint="eastAsia"/>
        <w:b/>
        <w:bCs/>
        <w:i/>
        <w:iCs/>
        <w:color w:val="000000"/>
        <w:sz w:val="20"/>
        <w:szCs w:val="20"/>
        <w:u w:val="none" w:color="000000"/>
      </w:rPr>
    </w:lvl>
    <w:lvl w:ilvl="1" w:tplc="FFFFFFFF">
      <w:start w:val="1"/>
      <w:numFmt w:val="decimal"/>
      <w:lvlText w:val="%2."/>
      <w:lvlJc w:val="left"/>
      <w:pPr>
        <w:tabs>
          <w:tab w:val="num" w:pos="1440"/>
        </w:tabs>
        <w:ind w:left="1440" w:hanging="360"/>
      </w:pPr>
      <w:rPr>
        <w:rFonts w:ascii="Helvetica" w:hAnsi="Helvetica" w:cs="Arial Unicode MS" w:hint="default"/>
        <w:b/>
        <w:bCs/>
        <w:i/>
        <w:iCs/>
        <w:color w:val="000000"/>
        <w:sz w:val="22"/>
        <w:szCs w:val="18"/>
        <w:u w:val="none" w:color="000000"/>
      </w:rPr>
    </w:lvl>
    <w:lvl w:ilvl="2" w:tplc="FFFFFFFF">
      <w:numFmt w:val="bullet"/>
      <w:lvlText w:val="-"/>
      <w:lvlJc w:val="left"/>
      <w:pPr>
        <w:tabs>
          <w:tab w:val="num" w:pos="2340"/>
        </w:tabs>
        <w:ind w:left="2340" w:hanging="360"/>
      </w:pPr>
      <w:rPr>
        <w:rFonts w:ascii="Arial Unicode MS" w:eastAsia="Arial Unicode MS" w:hAnsi="Arial Unicode MS" w:cs="Arial Unicode MS" w:hint="eastAsia"/>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86F4C3C"/>
    <w:multiLevelType w:val="hybridMultilevel"/>
    <w:tmpl w:val="BA0CE92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183BFD"/>
    <w:multiLevelType w:val="hybridMultilevel"/>
    <w:tmpl w:val="112C26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CC7265"/>
    <w:multiLevelType w:val="hybridMultilevel"/>
    <w:tmpl w:val="C8E81B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073F68"/>
    <w:multiLevelType w:val="hybridMultilevel"/>
    <w:tmpl w:val="71B6CC3E"/>
    <w:lvl w:ilvl="0" w:tplc="AF84EF62">
      <w:start w:val="1"/>
      <w:numFmt w:val="decimal"/>
      <w:pStyle w:val="TitreParag"/>
      <w:lvlText w:val="%1."/>
      <w:lvlJc w:val="left"/>
      <w:pPr>
        <w:tabs>
          <w:tab w:val="num" w:pos="780"/>
        </w:tabs>
        <w:ind w:left="240" w:firstLine="0"/>
      </w:pPr>
      <w:rPr>
        <w:rFonts w:ascii="Arial Unicode MS" w:eastAsia="Arial Unicode MS" w:hAnsi="Arial Unicode MS" w:cs="Arial Unicode MS" w:hint="default"/>
        <w:b/>
        <w:bCs/>
        <w:i/>
        <w:iCs/>
        <w:color w:val="000000"/>
        <w:sz w:val="20"/>
        <w:szCs w:val="20"/>
        <w:u w:val="none" w:color="000000"/>
      </w:rPr>
    </w:lvl>
    <w:lvl w:ilvl="1" w:tplc="C21EAC22">
      <w:start w:val="1"/>
      <w:numFmt w:val="decimal"/>
      <w:lvlText w:val="%2."/>
      <w:lvlJc w:val="left"/>
      <w:pPr>
        <w:tabs>
          <w:tab w:val="num" w:pos="1440"/>
        </w:tabs>
        <w:ind w:left="1440" w:hanging="360"/>
      </w:pPr>
      <w:rPr>
        <w:rFonts w:ascii="Helvetica" w:hAnsi="Helvetica" w:cs="Arial Unicode MS" w:hint="default"/>
        <w:b/>
        <w:bCs/>
        <w:i/>
        <w:iCs/>
        <w:color w:val="000000"/>
        <w:sz w:val="22"/>
        <w:szCs w:val="18"/>
        <w:u w:val="none" w:color="000000"/>
      </w:rPr>
    </w:lvl>
    <w:lvl w:ilvl="2" w:tplc="EF60D0A8">
      <w:numFmt w:val="bullet"/>
      <w:lvlText w:val="-"/>
      <w:lvlJc w:val="left"/>
      <w:pPr>
        <w:tabs>
          <w:tab w:val="num" w:pos="2340"/>
        </w:tabs>
        <w:ind w:left="2340" w:hanging="360"/>
      </w:pPr>
      <w:rPr>
        <w:rFonts w:ascii="Arial Unicode MS" w:eastAsia="Arial Unicode MS" w:hAnsi="Arial Unicode MS" w:cs="Arial Unicode MS" w:hint="eastAsia"/>
      </w:r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21126BAA"/>
    <w:multiLevelType w:val="hybridMultilevel"/>
    <w:tmpl w:val="6C4645F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3A58A0"/>
    <w:multiLevelType w:val="hybridMultilevel"/>
    <w:tmpl w:val="753E41B2"/>
    <w:lvl w:ilvl="0" w:tplc="EF60D0A8">
      <w:numFmt w:val="bullet"/>
      <w:lvlText w:val="-"/>
      <w:lvlJc w:val="left"/>
      <w:pPr>
        <w:ind w:left="1146" w:hanging="360"/>
      </w:pPr>
      <w:rPr>
        <w:rFonts w:ascii="Arial Unicode MS" w:eastAsia="Arial Unicode MS" w:hAnsi="Arial Unicode MS" w:cs="Arial Unicode MS" w:hint="eastAsia"/>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265722DF"/>
    <w:multiLevelType w:val="hybridMultilevel"/>
    <w:tmpl w:val="EA705C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583383"/>
    <w:multiLevelType w:val="hybridMultilevel"/>
    <w:tmpl w:val="C5DE8520"/>
    <w:lvl w:ilvl="0" w:tplc="082CE734">
      <w:start w:val="1"/>
      <w:numFmt w:val="bullet"/>
      <w:lvlText w:val=""/>
      <w:lvlJc w:val="left"/>
      <w:pPr>
        <w:tabs>
          <w:tab w:val="num" w:pos="1080"/>
        </w:tabs>
        <w:ind w:left="1080" w:hanging="153"/>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1AA52DB"/>
    <w:multiLevelType w:val="hybridMultilevel"/>
    <w:tmpl w:val="A5761384"/>
    <w:lvl w:ilvl="0" w:tplc="2334ED62">
      <w:start w:val="1"/>
      <w:numFmt w:val="bullet"/>
      <w:lvlText w:val="-"/>
      <w:lvlJc w:val="left"/>
      <w:pPr>
        <w:ind w:left="1429" w:hanging="360"/>
      </w:pPr>
      <w:rPr>
        <w:rFonts w:ascii="Sauna" w:eastAsia="Times New Roman" w:hAnsi="Sauna"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4A072F85"/>
    <w:multiLevelType w:val="hybridMultilevel"/>
    <w:tmpl w:val="71009BF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D7C531E"/>
    <w:multiLevelType w:val="hybridMultilevel"/>
    <w:tmpl w:val="CF84977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2639D5"/>
    <w:multiLevelType w:val="hybridMultilevel"/>
    <w:tmpl w:val="E3A84FEC"/>
    <w:lvl w:ilvl="0" w:tplc="040C0001">
      <w:start w:val="1"/>
      <w:numFmt w:val="bullet"/>
      <w:lvlText w:val=""/>
      <w:lvlJc w:val="left"/>
      <w:pPr>
        <w:ind w:left="960" w:hanging="360"/>
      </w:pPr>
      <w:rPr>
        <w:rFonts w:ascii="Symbol" w:hAnsi="Symbol" w:hint="default"/>
      </w:rPr>
    </w:lvl>
    <w:lvl w:ilvl="1" w:tplc="040C0003" w:tentative="1">
      <w:start w:val="1"/>
      <w:numFmt w:val="bullet"/>
      <w:lvlText w:val="o"/>
      <w:lvlJc w:val="left"/>
      <w:pPr>
        <w:ind w:left="1680" w:hanging="360"/>
      </w:pPr>
      <w:rPr>
        <w:rFonts w:ascii="Courier New" w:hAnsi="Courier New" w:cs="Courier New" w:hint="default"/>
      </w:rPr>
    </w:lvl>
    <w:lvl w:ilvl="2" w:tplc="040C0005" w:tentative="1">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14" w15:restartNumberingAfterBreak="0">
    <w:nsid w:val="50674EFD"/>
    <w:multiLevelType w:val="hybridMultilevel"/>
    <w:tmpl w:val="F54E6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FE0E6D"/>
    <w:multiLevelType w:val="hybridMultilevel"/>
    <w:tmpl w:val="590EF3CA"/>
    <w:lvl w:ilvl="0" w:tplc="EF60D0A8">
      <w:numFmt w:val="bullet"/>
      <w:lvlText w:val="-"/>
      <w:lvlJc w:val="left"/>
      <w:pPr>
        <w:ind w:left="720" w:hanging="360"/>
      </w:pPr>
      <w:rPr>
        <w:rFonts w:ascii="Arial Unicode MS" w:eastAsia="Arial Unicode MS" w:hAnsi="Arial Unicode MS" w:cs="Arial Unicode MS"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BE787E"/>
    <w:multiLevelType w:val="hybridMultilevel"/>
    <w:tmpl w:val="8E2482BE"/>
    <w:lvl w:ilvl="0" w:tplc="EF60D0A8">
      <w:numFmt w:val="bullet"/>
      <w:lvlText w:val="-"/>
      <w:lvlJc w:val="left"/>
      <w:pPr>
        <w:ind w:left="720" w:hanging="360"/>
      </w:pPr>
      <w:rPr>
        <w:rFonts w:ascii="Arial Unicode MS" w:eastAsia="Arial Unicode MS" w:hAnsi="Arial Unicode MS" w:cs="Arial Unicode MS"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2E59EC"/>
    <w:multiLevelType w:val="hybridMultilevel"/>
    <w:tmpl w:val="64C8D232"/>
    <w:lvl w:ilvl="0" w:tplc="EF60D0A8">
      <w:numFmt w:val="bullet"/>
      <w:lvlText w:val="-"/>
      <w:lvlJc w:val="left"/>
      <w:pPr>
        <w:ind w:left="720" w:hanging="360"/>
      </w:pPr>
      <w:rPr>
        <w:rFonts w:ascii="Arial Unicode MS" w:eastAsia="Arial Unicode MS" w:hAnsi="Arial Unicode MS" w:cs="Arial Unicode MS" w:hint="eastAsi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768788D"/>
    <w:multiLevelType w:val="hybridMultilevel"/>
    <w:tmpl w:val="3AEA8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BD310A"/>
    <w:multiLevelType w:val="hybridMultilevel"/>
    <w:tmpl w:val="334EA1B6"/>
    <w:lvl w:ilvl="0" w:tplc="EF60D0A8">
      <w:numFmt w:val="bullet"/>
      <w:lvlText w:val="-"/>
      <w:lvlJc w:val="left"/>
      <w:pPr>
        <w:ind w:left="720" w:hanging="360"/>
      </w:pPr>
      <w:rPr>
        <w:rFonts w:ascii="Arial Unicode MS" w:eastAsia="Arial Unicode MS" w:hAnsi="Arial Unicode MS" w:cs="Arial Unicode MS"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FC1BED"/>
    <w:multiLevelType w:val="hybridMultilevel"/>
    <w:tmpl w:val="3A20467A"/>
    <w:lvl w:ilvl="0" w:tplc="463E0D72">
      <w:start w:val="1"/>
      <w:numFmt w:val="decimal"/>
      <w:lvlText w:val="%1."/>
      <w:lvlJc w:val="left"/>
      <w:pPr>
        <w:ind w:left="720" w:hanging="360"/>
      </w:pPr>
      <w:rPr>
        <w:sz w:val="22"/>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2F04D1D"/>
    <w:multiLevelType w:val="hybridMultilevel"/>
    <w:tmpl w:val="1F345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6B901F3"/>
    <w:multiLevelType w:val="hybridMultilevel"/>
    <w:tmpl w:val="0812EB3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9AA6B0C"/>
    <w:multiLevelType w:val="hybridMultilevel"/>
    <w:tmpl w:val="02468E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AF3B05"/>
    <w:multiLevelType w:val="hybridMultilevel"/>
    <w:tmpl w:val="2EE8E4CC"/>
    <w:lvl w:ilvl="0" w:tplc="1F9AAFEA">
      <w:start w:val="1"/>
      <w:numFmt w:val="bullet"/>
      <w:pStyle w:val="Normalpuceronderetrait6cm"/>
      <w:lvlText w:val=""/>
      <w:lvlJc w:val="left"/>
      <w:pPr>
        <w:tabs>
          <w:tab w:val="num" w:pos="3759"/>
        </w:tabs>
        <w:ind w:left="3759" w:hanging="360"/>
      </w:pPr>
      <w:rPr>
        <w:rFonts w:ascii="Symbol" w:hAnsi="Symbol" w:hint="default"/>
      </w:rPr>
    </w:lvl>
    <w:lvl w:ilvl="1" w:tplc="040C0003" w:tentative="1">
      <w:start w:val="1"/>
      <w:numFmt w:val="bullet"/>
      <w:lvlText w:val="o"/>
      <w:lvlJc w:val="left"/>
      <w:pPr>
        <w:tabs>
          <w:tab w:val="num" w:pos="4272"/>
        </w:tabs>
        <w:ind w:left="4272" w:hanging="360"/>
      </w:pPr>
      <w:rPr>
        <w:rFonts w:ascii="Courier New" w:hAnsi="Courier New" w:cs="Courier New" w:hint="default"/>
      </w:rPr>
    </w:lvl>
    <w:lvl w:ilvl="2" w:tplc="040C0005" w:tentative="1">
      <w:start w:val="1"/>
      <w:numFmt w:val="bullet"/>
      <w:lvlText w:val=""/>
      <w:lvlJc w:val="left"/>
      <w:pPr>
        <w:tabs>
          <w:tab w:val="num" w:pos="4992"/>
        </w:tabs>
        <w:ind w:left="4992" w:hanging="360"/>
      </w:pPr>
      <w:rPr>
        <w:rFonts w:ascii="Wingdings" w:hAnsi="Wingdings" w:hint="default"/>
      </w:rPr>
    </w:lvl>
    <w:lvl w:ilvl="3" w:tplc="040C0001" w:tentative="1">
      <w:start w:val="1"/>
      <w:numFmt w:val="bullet"/>
      <w:lvlText w:val=""/>
      <w:lvlJc w:val="left"/>
      <w:pPr>
        <w:tabs>
          <w:tab w:val="num" w:pos="5712"/>
        </w:tabs>
        <w:ind w:left="5712" w:hanging="360"/>
      </w:pPr>
      <w:rPr>
        <w:rFonts w:ascii="Symbol" w:hAnsi="Symbol" w:hint="default"/>
      </w:rPr>
    </w:lvl>
    <w:lvl w:ilvl="4" w:tplc="040C0003" w:tentative="1">
      <w:start w:val="1"/>
      <w:numFmt w:val="bullet"/>
      <w:lvlText w:val="o"/>
      <w:lvlJc w:val="left"/>
      <w:pPr>
        <w:tabs>
          <w:tab w:val="num" w:pos="6432"/>
        </w:tabs>
        <w:ind w:left="6432" w:hanging="360"/>
      </w:pPr>
      <w:rPr>
        <w:rFonts w:ascii="Courier New" w:hAnsi="Courier New" w:cs="Courier New" w:hint="default"/>
      </w:rPr>
    </w:lvl>
    <w:lvl w:ilvl="5" w:tplc="040C0005" w:tentative="1">
      <w:start w:val="1"/>
      <w:numFmt w:val="bullet"/>
      <w:lvlText w:val=""/>
      <w:lvlJc w:val="left"/>
      <w:pPr>
        <w:tabs>
          <w:tab w:val="num" w:pos="7152"/>
        </w:tabs>
        <w:ind w:left="7152" w:hanging="360"/>
      </w:pPr>
      <w:rPr>
        <w:rFonts w:ascii="Wingdings" w:hAnsi="Wingdings" w:hint="default"/>
      </w:rPr>
    </w:lvl>
    <w:lvl w:ilvl="6" w:tplc="040C0001" w:tentative="1">
      <w:start w:val="1"/>
      <w:numFmt w:val="bullet"/>
      <w:lvlText w:val=""/>
      <w:lvlJc w:val="left"/>
      <w:pPr>
        <w:tabs>
          <w:tab w:val="num" w:pos="7872"/>
        </w:tabs>
        <w:ind w:left="7872" w:hanging="360"/>
      </w:pPr>
      <w:rPr>
        <w:rFonts w:ascii="Symbol" w:hAnsi="Symbol" w:hint="default"/>
      </w:rPr>
    </w:lvl>
    <w:lvl w:ilvl="7" w:tplc="040C0003" w:tentative="1">
      <w:start w:val="1"/>
      <w:numFmt w:val="bullet"/>
      <w:lvlText w:val="o"/>
      <w:lvlJc w:val="left"/>
      <w:pPr>
        <w:tabs>
          <w:tab w:val="num" w:pos="8592"/>
        </w:tabs>
        <w:ind w:left="8592" w:hanging="360"/>
      </w:pPr>
      <w:rPr>
        <w:rFonts w:ascii="Courier New" w:hAnsi="Courier New" w:cs="Courier New" w:hint="default"/>
      </w:rPr>
    </w:lvl>
    <w:lvl w:ilvl="8" w:tplc="040C0005" w:tentative="1">
      <w:start w:val="1"/>
      <w:numFmt w:val="bullet"/>
      <w:lvlText w:val=""/>
      <w:lvlJc w:val="left"/>
      <w:pPr>
        <w:tabs>
          <w:tab w:val="num" w:pos="9312"/>
        </w:tabs>
        <w:ind w:left="9312" w:hanging="360"/>
      </w:pPr>
      <w:rPr>
        <w:rFonts w:ascii="Wingdings" w:hAnsi="Wingdings" w:hint="default"/>
      </w:rPr>
    </w:lvl>
  </w:abstractNum>
  <w:num w:numId="1" w16cid:durableId="1244487391">
    <w:abstractNumId w:val="5"/>
  </w:num>
  <w:num w:numId="2" w16cid:durableId="1657371366">
    <w:abstractNumId w:val="9"/>
  </w:num>
  <w:num w:numId="3" w16cid:durableId="278877789">
    <w:abstractNumId w:val="24"/>
  </w:num>
  <w:num w:numId="4" w16cid:durableId="64425452">
    <w:abstractNumId w:val="13"/>
  </w:num>
  <w:num w:numId="5" w16cid:durableId="891620151">
    <w:abstractNumId w:val="20"/>
  </w:num>
  <w:num w:numId="6" w16cid:durableId="969742969">
    <w:abstractNumId w:val="16"/>
  </w:num>
  <w:num w:numId="7" w16cid:durableId="469791942">
    <w:abstractNumId w:val="7"/>
  </w:num>
  <w:num w:numId="8" w16cid:durableId="160392214">
    <w:abstractNumId w:val="19"/>
  </w:num>
  <w:num w:numId="9" w16cid:durableId="1741949918">
    <w:abstractNumId w:val="0"/>
  </w:num>
  <w:num w:numId="10" w16cid:durableId="1836533175">
    <w:abstractNumId w:val="15"/>
  </w:num>
  <w:num w:numId="11" w16cid:durableId="7996651">
    <w:abstractNumId w:val="21"/>
  </w:num>
  <w:num w:numId="12" w16cid:durableId="1777558211">
    <w:abstractNumId w:val="1"/>
  </w:num>
  <w:num w:numId="13" w16cid:durableId="743601134">
    <w:abstractNumId w:val="14"/>
  </w:num>
  <w:num w:numId="14" w16cid:durableId="192039705">
    <w:abstractNumId w:val="17"/>
  </w:num>
  <w:num w:numId="15" w16cid:durableId="1235356942">
    <w:abstractNumId w:val="3"/>
  </w:num>
  <w:num w:numId="16" w16cid:durableId="1510292589">
    <w:abstractNumId w:val="18"/>
  </w:num>
  <w:num w:numId="17" w16cid:durableId="929968772">
    <w:abstractNumId w:val="10"/>
  </w:num>
  <w:num w:numId="18" w16cid:durableId="871578031">
    <w:abstractNumId w:val="5"/>
  </w:num>
  <w:num w:numId="19" w16cid:durableId="1112361685">
    <w:abstractNumId w:val="5"/>
  </w:num>
  <w:num w:numId="20" w16cid:durableId="1492795648">
    <w:abstractNumId w:val="23"/>
  </w:num>
  <w:num w:numId="21" w16cid:durableId="1047727051">
    <w:abstractNumId w:val="8"/>
  </w:num>
  <w:num w:numId="22" w16cid:durableId="2073379981">
    <w:abstractNumId w:val="4"/>
  </w:num>
  <w:num w:numId="23" w16cid:durableId="97724351">
    <w:abstractNumId w:val="2"/>
  </w:num>
  <w:num w:numId="24" w16cid:durableId="1465076170">
    <w:abstractNumId w:val="6"/>
  </w:num>
  <w:num w:numId="25" w16cid:durableId="167990382">
    <w:abstractNumId w:val="12"/>
  </w:num>
  <w:num w:numId="26" w16cid:durableId="997154794">
    <w:abstractNumId w:val="22"/>
  </w:num>
  <w:num w:numId="27" w16cid:durableId="15610127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pos w:val="beneathText"/>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54D"/>
    <w:rsid w:val="000013CD"/>
    <w:rsid w:val="000156A8"/>
    <w:rsid w:val="0006435C"/>
    <w:rsid w:val="00084320"/>
    <w:rsid w:val="000908F1"/>
    <w:rsid w:val="00095FF5"/>
    <w:rsid w:val="000976BD"/>
    <w:rsid w:val="000A691A"/>
    <w:rsid w:val="000C6F57"/>
    <w:rsid w:val="000D7F58"/>
    <w:rsid w:val="000F12F7"/>
    <w:rsid w:val="000F36E0"/>
    <w:rsid w:val="00104F0F"/>
    <w:rsid w:val="001129D2"/>
    <w:rsid w:val="00114AD8"/>
    <w:rsid w:val="001166D0"/>
    <w:rsid w:val="001168BA"/>
    <w:rsid w:val="00131C6F"/>
    <w:rsid w:val="00151B26"/>
    <w:rsid w:val="00152634"/>
    <w:rsid w:val="00153181"/>
    <w:rsid w:val="00154E23"/>
    <w:rsid w:val="001553D6"/>
    <w:rsid w:val="00157C60"/>
    <w:rsid w:val="0017736B"/>
    <w:rsid w:val="0017758E"/>
    <w:rsid w:val="001B14A7"/>
    <w:rsid w:val="001C76A4"/>
    <w:rsid w:val="001D043A"/>
    <w:rsid w:val="001D3A47"/>
    <w:rsid w:val="001D7521"/>
    <w:rsid w:val="001E0FC8"/>
    <w:rsid w:val="001F1DB1"/>
    <w:rsid w:val="001F4C3C"/>
    <w:rsid w:val="002004B6"/>
    <w:rsid w:val="002024E8"/>
    <w:rsid w:val="00242823"/>
    <w:rsid w:val="00247271"/>
    <w:rsid w:val="002618F9"/>
    <w:rsid w:val="00267759"/>
    <w:rsid w:val="00283032"/>
    <w:rsid w:val="002A5EED"/>
    <w:rsid w:val="002B3D1C"/>
    <w:rsid w:val="002B47ED"/>
    <w:rsid w:val="002C3FB8"/>
    <w:rsid w:val="002E61C7"/>
    <w:rsid w:val="002F048B"/>
    <w:rsid w:val="002F21A1"/>
    <w:rsid w:val="002F5968"/>
    <w:rsid w:val="002F5A17"/>
    <w:rsid w:val="002F61B1"/>
    <w:rsid w:val="00301CCB"/>
    <w:rsid w:val="00314E95"/>
    <w:rsid w:val="003217A4"/>
    <w:rsid w:val="0033494C"/>
    <w:rsid w:val="003503E2"/>
    <w:rsid w:val="003563E6"/>
    <w:rsid w:val="00373CA4"/>
    <w:rsid w:val="003847A5"/>
    <w:rsid w:val="00391B7E"/>
    <w:rsid w:val="003955D1"/>
    <w:rsid w:val="003A1DFA"/>
    <w:rsid w:val="003B1548"/>
    <w:rsid w:val="003B1E1B"/>
    <w:rsid w:val="003C348D"/>
    <w:rsid w:val="003D1794"/>
    <w:rsid w:val="00405C0E"/>
    <w:rsid w:val="004134B0"/>
    <w:rsid w:val="00420699"/>
    <w:rsid w:val="00425FA5"/>
    <w:rsid w:val="00427228"/>
    <w:rsid w:val="00436A21"/>
    <w:rsid w:val="00441E3B"/>
    <w:rsid w:val="0044749F"/>
    <w:rsid w:val="00467812"/>
    <w:rsid w:val="00470256"/>
    <w:rsid w:val="00487694"/>
    <w:rsid w:val="00490093"/>
    <w:rsid w:val="004A1F02"/>
    <w:rsid w:val="004A77E4"/>
    <w:rsid w:val="004D741E"/>
    <w:rsid w:val="004D7808"/>
    <w:rsid w:val="004F4CFF"/>
    <w:rsid w:val="004F51BC"/>
    <w:rsid w:val="0050221C"/>
    <w:rsid w:val="00502DEA"/>
    <w:rsid w:val="005102CF"/>
    <w:rsid w:val="00517CC7"/>
    <w:rsid w:val="005225B3"/>
    <w:rsid w:val="0052358D"/>
    <w:rsid w:val="00527038"/>
    <w:rsid w:val="005436B8"/>
    <w:rsid w:val="00545D41"/>
    <w:rsid w:val="00561FDA"/>
    <w:rsid w:val="005644F9"/>
    <w:rsid w:val="00566DFF"/>
    <w:rsid w:val="005702C9"/>
    <w:rsid w:val="0057183E"/>
    <w:rsid w:val="00585D26"/>
    <w:rsid w:val="005A0D22"/>
    <w:rsid w:val="005A4B01"/>
    <w:rsid w:val="005B049C"/>
    <w:rsid w:val="005C2091"/>
    <w:rsid w:val="005D0707"/>
    <w:rsid w:val="005D6495"/>
    <w:rsid w:val="005E72E9"/>
    <w:rsid w:val="005F4F52"/>
    <w:rsid w:val="00600CE3"/>
    <w:rsid w:val="006029F6"/>
    <w:rsid w:val="00604EFD"/>
    <w:rsid w:val="00620660"/>
    <w:rsid w:val="0062354D"/>
    <w:rsid w:val="006342C2"/>
    <w:rsid w:val="00636AAF"/>
    <w:rsid w:val="0067113B"/>
    <w:rsid w:val="006865AC"/>
    <w:rsid w:val="00690296"/>
    <w:rsid w:val="006A6D6D"/>
    <w:rsid w:val="006C47F6"/>
    <w:rsid w:val="006C549C"/>
    <w:rsid w:val="0070354F"/>
    <w:rsid w:val="007038F4"/>
    <w:rsid w:val="007124E1"/>
    <w:rsid w:val="00725F74"/>
    <w:rsid w:val="00730B8E"/>
    <w:rsid w:val="007322BB"/>
    <w:rsid w:val="00743F68"/>
    <w:rsid w:val="0079436D"/>
    <w:rsid w:val="00797F7B"/>
    <w:rsid w:val="007A372D"/>
    <w:rsid w:val="007B00C9"/>
    <w:rsid w:val="007B5CB8"/>
    <w:rsid w:val="007C701D"/>
    <w:rsid w:val="007D4B6D"/>
    <w:rsid w:val="00817382"/>
    <w:rsid w:val="008232B7"/>
    <w:rsid w:val="008243EA"/>
    <w:rsid w:val="0082593B"/>
    <w:rsid w:val="0083516F"/>
    <w:rsid w:val="008374C3"/>
    <w:rsid w:val="00847022"/>
    <w:rsid w:val="008512A7"/>
    <w:rsid w:val="0087008D"/>
    <w:rsid w:val="00875F2D"/>
    <w:rsid w:val="008817EC"/>
    <w:rsid w:val="00883EAA"/>
    <w:rsid w:val="00886CF3"/>
    <w:rsid w:val="00887EA5"/>
    <w:rsid w:val="00896803"/>
    <w:rsid w:val="008A2B54"/>
    <w:rsid w:val="008A6C36"/>
    <w:rsid w:val="008B785F"/>
    <w:rsid w:val="008C3F90"/>
    <w:rsid w:val="008C5F64"/>
    <w:rsid w:val="008E5FCC"/>
    <w:rsid w:val="008E66D1"/>
    <w:rsid w:val="008E6D5A"/>
    <w:rsid w:val="00902116"/>
    <w:rsid w:val="00907FDC"/>
    <w:rsid w:val="009566B9"/>
    <w:rsid w:val="00956EB3"/>
    <w:rsid w:val="009627FB"/>
    <w:rsid w:val="0097294E"/>
    <w:rsid w:val="0098050B"/>
    <w:rsid w:val="00981FCD"/>
    <w:rsid w:val="00983A82"/>
    <w:rsid w:val="00995934"/>
    <w:rsid w:val="009B7DAA"/>
    <w:rsid w:val="009D6200"/>
    <w:rsid w:val="009E1826"/>
    <w:rsid w:val="009E4491"/>
    <w:rsid w:val="009E553A"/>
    <w:rsid w:val="00A05489"/>
    <w:rsid w:val="00A06A0A"/>
    <w:rsid w:val="00A36923"/>
    <w:rsid w:val="00A52A1F"/>
    <w:rsid w:val="00A6142B"/>
    <w:rsid w:val="00A648FF"/>
    <w:rsid w:val="00A73B4B"/>
    <w:rsid w:val="00A92B59"/>
    <w:rsid w:val="00AA4506"/>
    <w:rsid w:val="00AA4EEB"/>
    <w:rsid w:val="00AF54AF"/>
    <w:rsid w:val="00AF56F1"/>
    <w:rsid w:val="00AF7E41"/>
    <w:rsid w:val="00B14BF6"/>
    <w:rsid w:val="00B16DB9"/>
    <w:rsid w:val="00B16EF5"/>
    <w:rsid w:val="00B21D6A"/>
    <w:rsid w:val="00B3764B"/>
    <w:rsid w:val="00B46B9F"/>
    <w:rsid w:val="00B67820"/>
    <w:rsid w:val="00BA1718"/>
    <w:rsid w:val="00BB06AE"/>
    <w:rsid w:val="00BB193F"/>
    <w:rsid w:val="00BB7FFA"/>
    <w:rsid w:val="00BC5A41"/>
    <w:rsid w:val="00BC5DEE"/>
    <w:rsid w:val="00BE332A"/>
    <w:rsid w:val="00C00A59"/>
    <w:rsid w:val="00C13A8F"/>
    <w:rsid w:val="00C26156"/>
    <w:rsid w:val="00C57F58"/>
    <w:rsid w:val="00C62EF4"/>
    <w:rsid w:val="00C74BB5"/>
    <w:rsid w:val="00C80C19"/>
    <w:rsid w:val="00C85D2B"/>
    <w:rsid w:val="00CA6AD1"/>
    <w:rsid w:val="00CB024E"/>
    <w:rsid w:val="00CB748F"/>
    <w:rsid w:val="00CC546B"/>
    <w:rsid w:val="00CD1AB1"/>
    <w:rsid w:val="00CD58B2"/>
    <w:rsid w:val="00CF0689"/>
    <w:rsid w:val="00CF40CD"/>
    <w:rsid w:val="00CF73CD"/>
    <w:rsid w:val="00D049EA"/>
    <w:rsid w:val="00D06ECC"/>
    <w:rsid w:val="00D115A2"/>
    <w:rsid w:val="00D13DB0"/>
    <w:rsid w:val="00D37A52"/>
    <w:rsid w:val="00D44FDE"/>
    <w:rsid w:val="00D463D9"/>
    <w:rsid w:val="00D80B73"/>
    <w:rsid w:val="00D86586"/>
    <w:rsid w:val="00DB11B8"/>
    <w:rsid w:val="00DC645E"/>
    <w:rsid w:val="00DD165C"/>
    <w:rsid w:val="00DE04A6"/>
    <w:rsid w:val="00DE354A"/>
    <w:rsid w:val="00DF325E"/>
    <w:rsid w:val="00E24C5F"/>
    <w:rsid w:val="00E424D7"/>
    <w:rsid w:val="00E43DE8"/>
    <w:rsid w:val="00E5489F"/>
    <w:rsid w:val="00E650FF"/>
    <w:rsid w:val="00E6553B"/>
    <w:rsid w:val="00E75E3F"/>
    <w:rsid w:val="00E92F9B"/>
    <w:rsid w:val="00E939BF"/>
    <w:rsid w:val="00EB3455"/>
    <w:rsid w:val="00ED5E43"/>
    <w:rsid w:val="00EF129A"/>
    <w:rsid w:val="00F02CD1"/>
    <w:rsid w:val="00F2324A"/>
    <w:rsid w:val="00F307E9"/>
    <w:rsid w:val="00F46C16"/>
    <w:rsid w:val="00F51DFF"/>
    <w:rsid w:val="00FB072B"/>
    <w:rsid w:val="00FB751A"/>
    <w:rsid w:val="00FC3B11"/>
    <w:rsid w:val="00FD6D82"/>
    <w:rsid w:val="00FD72F4"/>
    <w:rsid w:val="00FF039F"/>
    <w:rsid w:val="00FF23DA"/>
    <w:rsid w:val="00FF55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B81F07"/>
  <w15:chartTrackingRefBased/>
  <w15:docId w15:val="{ACA7BD7F-44D8-44AD-A3D8-609B737DE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2B54"/>
    <w:rPr>
      <w:rFonts w:ascii="Arial Unicode MS" w:hAnsi="Arial Unicode MS" w:cs="Microsoft Sans Serif"/>
      <w:color w:val="000000"/>
      <w:spacing w:val="2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8A2B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Parag">
    <w:name w:val="TitreParag"/>
    <w:basedOn w:val="Normal"/>
    <w:link w:val="TitreParagCar"/>
    <w:rsid w:val="008A2B54"/>
    <w:pPr>
      <w:numPr>
        <w:numId w:val="1"/>
      </w:numPr>
      <w:autoSpaceDE w:val="0"/>
      <w:autoSpaceDN w:val="0"/>
      <w:adjustRightInd w:val="0"/>
      <w:spacing w:before="120"/>
    </w:pPr>
    <w:rPr>
      <w:rFonts w:cs="Helvetica-Bold"/>
      <w:b/>
      <w:bCs/>
      <w:sz w:val="20"/>
      <w:szCs w:val="22"/>
    </w:rPr>
  </w:style>
  <w:style w:type="character" w:customStyle="1" w:styleId="TitreParagCar">
    <w:name w:val="TitreParag Car"/>
    <w:link w:val="TitreParag"/>
    <w:rsid w:val="008A2B54"/>
    <w:rPr>
      <w:rFonts w:ascii="Arial Unicode MS" w:hAnsi="Arial Unicode MS" w:cs="Helvetica-Bold"/>
      <w:b/>
      <w:bCs/>
      <w:color w:val="000000"/>
      <w:spacing w:val="20"/>
      <w:szCs w:val="22"/>
      <w:lang w:val="fr-FR" w:eastAsia="fr-FR" w:bidi="ar-SA"/>
    </w:rPr>
  </w:style>
  <w:style w:type="paragraph" w:styleId="En-tte">
    <w:name w:val="header"/>
    <w:basedOn w:val="Normal"/>
    <w:rsid w:val="008A2B54"/>
    <w:pPr>
      <w:tabs>
        <w:tab w:val="center" w:pos="4536"/>
        <w:tab w:val="right" w:pos="9072"/>
      </w:tabs>
    </w:pPr>
  </w:style>
  <w:style w:type="paragraph" w:styleId="Pieddepage">
    <w:name w:val="footer"/>
    <w:basedOn w:val="Normal"/>
    <w:rsid w:val="008A2B54"/>
    <w:pPr>
      <w:tabs>
        <w:tab w:val="center" w:pos="4536"/>
        <w:tab w:val="right" w:pos="9072"/>
      </w:tabs>
    </w:pPr>
  </w:style>
  <w:style w:type="character" w:styleId="Numrodepage">
    <w:name w:val="page number"/>
    <w:basedOn w:val="Policepardfaut"/>
    <w:rsid w:val="008A2B54"/>
  </w:style>
  <w:style w:type="paragraph" w:customStyle="1" w:styleId="Normalpuceronderetrait6cm">
    <w:name w:val="Normal &amp; puce ronde retrait 6cm"/>
    <w:basedOn w:val="TitreParag"/>
    <w:rsid w:val="008A2B54"/>
    <w:pPr>
      <w:numPr>
        <w:numId w:val="3"/>
      </w:numPr>
      <w:tabs>
        <w:tab w:val="clear" w:pos="3759"/>
        <w:tab w:val="num" w:pos="360"/>
      </w:tabs>
      <w:ind w:left="240" w:firstLine="0"/>
    </w:pPr>
    <w:rPr>
      <w:rFonts w:eastAsia="Arial Unicode MS"/>
      <w:b w:val="0"/>
      <w:sz w:val="18"/>
      <w:szCs w:val="18"/>
    </w:rPr>
  </w:style>
  <w:style w:type="character" w:styleId="Lienhypertexte">
    <w:name w:val="Hyperlink"/>
    <w:rsid w:val="008817EC"/>
    <w:rPr>
      <w:color w:val="0563C1"/>
      <w:u w:val="single"/>
    </w:rPr>
  </w:style>
  <w:style w:type="paragraph" w:styleId="Rvision">
    <w:name w:val="Revision"/>
    <w:hidden/>
    <w:uiPriority w:val="99"/>
    <w:semiHidden/>
    <w:rsid w:val="00BB06AE"/>
    <w:rPr>
      <w:rFonts w:ascii="Arial Unicode MS" w:hAnsi="Arial Unicode MS" w:cs="Microsoft Sans Serif"/>
      <w:color w:val="000000"/>
      <w:spacing w:val="20"/>
      <w:sz w:val="18"/>
    </w:rPr>
  </w:style>
  <w:style w:type="character" w:styleId="Marquedecommentaire">
    <w:name w:val="annotation reference"/>
    <w:basedOn w:val="Policepardfaut"/>
    <w:rsid w:val="001B14A7"/>
    <w:rPr>
      <w:sz w:val="16"/>
      <w:szCs w:val="16"/>
    </w:rPr>
  </w:style>
  <w:style w:type="paragraph" w:styleId="Commentaire">
    <w:name w:val="annotation text"/>
    <w:basedOn w:val="Normal"/>
    <w:link w:val="CommentaireCar"/>
    <w:rsid w:val="001B14A7"/>
    <w:rPr>
      <w:sz w:val="20"/>
    </w:rPr>
  </w:style>
  <w:style w:type="character" w:customStyle="1" w:styleId="CommentaireCar">
    <w:name w:val="Commentaire Car"/>
    <w:basedOn w:val="Policepardfaut"/>
    <w:link w:val="Commentaire"/>
    <w:rsid w:val="001B14A7"/>
    <w:rPr>
      <w:rFonts w:ascii="Arial Unicode MS" w:hAnsi="Arial Unicode MS" w:cs="Microsoft Sans Serif"/>
      <w:color w:val="000000"/>
      <w:spacing w:val="20"/>
    </w:rPr>
  </w:style>
  <w:style w:type="paragraph" w:styleId="Objetducommentaire">
    <w:name w:val="annotation subject"/>
    <w:basedOn w:val="Commentaire"/>
    <w:next w:val="Commentaire"/>
    <w:link w:val="ObjetducommentaireCar"/>
    <w:rsid w:val="001B14A7"/>
    <w:rPr>
      <w:b/>
      <w:bCs/>
    </w:rPr>
  </w:style>
  <w:style w:type="character" w:customStyle="1" w:styleId="ObjetducommentaireCar">
    <w:name w:val="Objet du commentaire Car"/>
    <w:basedOn w:val="CommentaireCar"/>
    <w:link w:val="Objetducommentaire"/>
    <w:rsid w:val="001B14A7"/>
    <w:rPr>
      <w:rFonts w:ascii="Arial Unicode MS" w:hAnsi="Arial Unicode MS" w:cs="Microsoft Sans Serif"/>
      <w:b/>
      <w:bCs/>
      <w:color w:val="000000"/>
      <w:spacing w:val="20"/>
    </w:rPr>
  </w:style>
  <w:style w:type="paragraph" w:styleId="Paragraphedeliste">
    <w:name w:val="List Paragraph"/>
    <w:basedOn w:val="Normal"/>
    <w:uiPriority w:val="34"/>
    <w:qFormat/>
    <w:rsid w:val="001B14A7"/>
    <w:pPr>
      <w:ind w:left="720"/>
      <w:contextualSpacing/>
    </w:pPr>
  </w:style>
  <w:style w:type="character" w:styleId="Mentionnonrsolue">
    <w:name w:val="Unresolved Mention"/>
    <w:basedOn w:val="Policepardfaut"/>
    <w:uiPriority w:val="99"/>
    <w:semiHidden/>
    <w:unhideWhenUsed/>
    <w:rsid w:val="00DB11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da.ngor@iledefrance-nature.f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ILES02\Projets\40-PROJETS%20PARTAGES\CHASSE%20-%20PECHE\_Lots%20de%20chasse%20-%20correspondants%20locaux\baux%20de%20chasse\consultation%20nouveau%20bail\MODELES%20-%20a%20utiliser\1.%20R&#232;glement%20d'adjudication%20-%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1. Règlement d'adjudication - Modèle</Template>
  <TotalTime>54</TotalTime>
  <Pages>3</Pages>
  <Words>551</Words>
  <Characters>2861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Préambule</vt:lpstr>
    </vt:vector>
  </TitlesOfParts>
  <Company>Agence des Espaces Verts</Company>
  <LinksUpToDate>false</LinksUpToDate>
  <CharactersWithSpaces>3406</CharactersWithSpaces>
  <SharedDoc>false</SharedDoc>
  <HLinks>
    <vt:vector size="6" baseType="variant">
      <vt:variant>
        <vt:i4>4259897</vt:i4>
      </vt:variant>
      <vt:variant>
        <vt:i4>0</vt:i4>
      </vt:variant>
      <vt:variant>
        <vt:i4>0</vt:i4>
      </vt:variant>
      <vt:variant>
        <vt:i4>5</vt:i4>
      </vt:variant>
      <vt:variant>
        <vt:lpwstr>mailto:assistantes@iledefrance-nature.fr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Préambule</dc:title>
  <dc:subject/>
  <dc:creator>DUMEZ Vincent</dc:creator>
  <cp:keywords/>
  <dc:description/>
  <cp:lastModifiedBy>NGOR Linda</cp:lastModifiedBy>
  <cp:revision>5</cp:revision>
  <cp:lastPrinted>2025-04-30T14:55:00Z</cp:lastPrinted>
  <dcterms:created xsi:type="dcterms:W3CDTF">2026-02-18T13:22:00Z</dcterms:created>
  <dcterms:modified xsi:type="dcterms:W3CDTF">2026-02-20T14:00:00Z</dcterms:modified>
</cp:coreProperties>
</file>